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E8AEC" w14:textId="1D3C4E62" w:rsidR="00042F20" w:rsidRPr="00BC4294" w:rsidRDefault="003C5EC7" w:rsidP="00333044">
      <w:pPr>
        <w:pStyle w:val="Naslov1"/>
        <w:rPr>
          <w:b/>
        </w:rPr>
      </w:pPr>
      <w:r w:rsidRPr="00BC4294">
        <w:rPr>
          <w:bCs/>
        </w:rPr>
        <w:t xml:space="preserve"> </w:t>
      </w:r>
      <w:r w:rsidR="00A91FED" w:rsidRPr="00BC4294">
        <w:rPr>
          <w:b/>
        </w:rPr>
        <w:t>PRIJAVNI OBRAZEC - VLOGA</w:t>
      </w:r>
    </w:p>
    <w:p w14:paraId="05242C65" w14:textId="77777777" w:rsidR="00A91FED" w:rsidRPr="00BC4294" w:rsidRDefault="00A91FED" w:rsidP="009456D5">
      <w:pPr>
        <w:pStyle w:val="Telobesedila"/>
        <w:jc w:val="center"/>
        <w:rPr>
          <w:b/>
        </w:rPr>
      </w:pPr>
    </w:p>
    <w:p w14:paraId="57C7DC0E" w14:textId="083FDF85" w:rsidR="00042F20" w:rsidRPr="00BC4294" w:rsidRDefault="00042F20" w:rsidP="009456D5">
      <w:pPr>
        <w:pStyle w:val="Telobesedila"/>
        <w:jc w:val="center"/>
        <w:rPr>
          <w:b/>
        </w:rPr>
      </w:pPr>
      <w:r w:rsidRPr="00BC4294">
        <w:rPr>
          <w:b/>
        </w:rPr>
        <w:t xml:space="preserve">NA </w:t>
      </w:r>
      <w:r w:rsidR="00B83828" w:rsidRPr="00BC4294">
        <w:rPr>
          <w:b/>
        </w:rPr>
        <w:t xml:space="preserve">JAVNI </w:t>
      </w:r>
      <w:r w:rsidRPr="00BC4294">
        <w:rPr>
          <w:b/>
        </w:rPr>
        <w:t xml:space="preserve">RAZPIS ZA SOFINANCIRANJE </w:t>
      </w:r>
      <w:r w:rsidR="00B83828" w:rsidRPr="00BC4294">
        <w:rPr>
          <w:b/>
        </w:rPr>
        <w:t xml:space="preserve">OBNOVE NEPREMIČNE  KULTURNE </w:t>
      </w:r>
      <w:r w:rsidRPr="00BC4294">
        <w:rPr>
          <w:b/>
        </w:rPr>
        <w:t>DEDIŠČINE</w:t>
      </w:r>
      <w:r w:rsidR="00027A2B" w:rsidRPr="00BC4294">
        <w:rPr>
          <w:b/>
        </w:rPr>
        <w:t xml:space="preserve"> </w:t>
      </w:r>
      <w:r w:rsidR="00B83828" w:rsidRPr="00BC4294">
        <w:rPr>
          <w:b/>
        </w:rPr>
        <w:t>NA OBMOČJU OBČINE</w:t>
      </w:r>
      <w:r w:rsidR="00027A2B" w:rsidRPr="00BC4294">
        <w:rPr>
          <w:b/>
        </w:rPr>
        <w:t xml:space="preserve"> </w:t>
      </w:r>
      <w:r w:rsidR="00D16E32">
        <w:rPr>
          <w:b/>
        </w:rPr>
        <w:t>MIKLAVŽ NA DRAVSKEM POLJU</w:t>
      </w:r>
      <w:r w:rsidR="00B83828" w:rsidRPr="00BC4294">
        <w:rPr>
          <w:b/>
        </w:rPr>
        <w:t xml:space="preserve"> V LETU</w:t>
      </w:r>
      <w:r w:rsidR="00027A2B" w:rsidRPr="00BC4294">
        <w:rPr>
          <w:b/>
        </w:rPr>
        <w:t xml:space="preserve"> </w:t>
      </w:r>
      <w:r w:rsidR="006650BB">
        <w:rPr>
          <w:b/>
        </w:rPr>
        <w:t>202</w:t>
      </w:r>
      <w:r w:rsidR="002A0821">
        <w:rPr>
          <w:b/>
        </w:rPr>
        <w:t>5</w:t>
      </w:r>
    </w:p>
    <w:p w14:paraId="2951FC39" w14:textId="77777777" w:rsidR="00042F20" w:rsidRPr="00BC4294" w:rsidRDefault="00042F20">
      <w:pPr>
        <w:pStyle w:val="Telobesedila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6"/>
        <w:gridCol w:w="5396"/>
      </w:tblGrid>
      <w:tr w:rsidR="00D16E32" w:rsidRPr="002945E7" w14:paraId="71A9FDC9" w14:textId="77777777" w:rsidTr="006459EE">
        <w:trPr>
          <w:cantSplit/>
          <w:trHeight w:val="431"/>
        </w:trPr>
        <w:tc>
          <w:tcPr>
            <w:tcW w:w="5000" w:type="pct"/>
            <w:gridSpan w:val="2"/>
            <w:shd w:val="clear" w:color="auto" w:fill="C0C0C0"/>
            <w:vAlign w:val="center"/>
          </w:tcPr>
          <w:p w14:paraId="2793F1A5" w14:textId="3C7932D1" w:rsidR="00D16E32" w:rsidRPr="002945E7" w:rsidRDefault="00D16E32" w:rsidP="006459EE">
            <w:pPr>
              <w:pStyle w:val="Telobesedil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45E7">
              <w:rPr>
                <w:rFonts w:ascii="Arial" w:hAnsi="Arial" w:cs="Arial"/>
                <w:sz w:val="22"/>
                <w:szCs w:val="22"/>
              </w:rPr>
              <w:t>1. Osnovni podatki</w:t>
            </w:r>
            <w:r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="00CE005B">
              <w:rPr>
                <w:rFonts w:ascii="Arial" w:hAnsi="Arial" w:cs="Arial"/>
                <w:sz w:val="22"/>
                <w:szCs w:val="22"/>
              </w:rPr>
              <w:t>vlagatelju</w:t>
            </w:r>
          </w:p>
        </w:tc>
      </w:tr>
      <w:tr w:rsidR="00D16E32" w:rsidRPr="002945E7" w14:paraId="58C0B0AF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217A06BA" w14:textId="697409C4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 w:rsidRPr="002945E7">
              <w:rPr>
                <w:rFonts w:ascii="Arial" w:hAnsi="Arial" w:cs="Arial"/>
                <w:sz w:val="22"/>
                <w:szCs w:val="22"/>
              </w:rPr>
              <w:t xml:space="preserve">Polni naziv </w:t>
            </w:r>
            <w:r w:rsidR="00CE005B">
              <w:rPr>
                <w:rFonts w:ascii="Arial" w:hAnsi="Arial" w:cs="Arial"/>
                <w:sz w:val="22"/>
                <w:szCs w:val="22"/>
              </w:rPr>
              <w:t>vlagatelja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77" w:type="pct"/>
            <w:vAlign w:val="center"/>
          </w:tcPr>
          <w:p w14:paraId="6160C70A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6E32" w:rsidRPr="002945E7" w14:paraId="67C10B03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7347128C" w14:textId="0EE2C171" w:rsidR="00D16E32" w:rsidRPr="002945E7" w:rsidRDefault="00C74139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Status </w:t>
            </w:r>
            <w:r w:rsidR="00CE005B">
              <w:rPr>
                <w:rFonts w:ascii="Arial" w:hAnsi="Arial" w:cs="Arial"/>
                <w:sz w:val="22"/>
                <w:szCs w:val="22"/>
              </w:rPr>
              <w:t>vlagatelja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77" w:type="pct"/>
            <w:vAlign w:val="center"/>
          </w:tcPr>
          <w:p w14:paraId="089F710F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6E32" w:rsidRPr="002945E7" w14:paraId="1958C151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73D065A0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 w:rsidRPr="002945E7">
              <w:rPr>
                <w:rFonts w:ascii="Arial" w:hAnsi="Arial" w:cs="Arial"/>
                <w:sz w:val="22"/>
                <w:szCs w:val="22"/>
              </w:rPr>
              <w:t>Naslov (sedež)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77" w:type="pct"/>
            <w:vAlign w:val="center"/>
          </w:tcPr>
          <w:p w14:paraId="1CD7AEC7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6E32" w:rsidRPr="002945E7" w14:paraId="1B08FD88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7CFCFCAA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Matična številka:</w:t>
            </w:r>
          </w:p>
        </w:tc>
        <w:tc>
          <w:tcPr>
            <w:tcW w:w="2977" w:type="pct"/>
            <w:vAlign w:val="center"/>
          </w:tcPr>
          <w:p w14:paraId="10760776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6E32" w:rsidRPr="002945E7" w14:paraId="5EB24A1D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42F2FEB5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številka:</w:t>
            </w:r>
          </w:p>
        </w:tc>
        <w:tc>
          <w:tcPr>
            <w:tcW w:w="2977" w:type="pct"/>
            <w:vAlign w:val="center"/>
          </w:tcPr>
          <w:p w14:paraId="7F223759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6E32" w:rsidRPr="002945E7" w14:paraId="58C3D75A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78D2333E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Št. transakcijskega računa:</w:t>
            </w:r>
          </w:p>
        </w:tc>
        <w:tc>
          <w:tcPr>
            <w:tcW w:w="2977" w:type="pct"/>
            <w:vAlign w:val="center"/>
          </w:tcPr>
          <w:p w14:paraId="3304C344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SI56</w:t>
            </w:r>
          </w:p>
        </w:tc>
      </w:tr>
      <w:tr w:rsidR="00D16E32" w:rsidRPr="002945E7" w14:paraId="433B9FD0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6C2974C1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Zakoniti zastopnik (ime in priimek):</w:t>
            </w:r>
          </w:p>
        </w:tc>
        <w:tc>
          <w:tcPr>
            <w:tcW w:w="2977" w:type="pct"/>
            <w:vAlign w:val="center"/>
          </w:tcPr>
          <w:p w14:paraId="0D7100E2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6E32" w:rsidRPr="002945E7" w14:paraId="0FB23A05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616ED3DD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977" w:type="pct"/>
            <w:vAlign w:val="center"/>
          </w:tcPr>
          <w:p w14:paraId="73C2B54D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6E32" w:rsidRPr="002945E7" w14:paraId="6AC3F0D3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43688CC9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Elektronska pošta:</w:t>
            </w:r>
          </w:p>
        </w:tc>
        <w:tc>
          <w:tcPr>
            <w:tcW w:w="2977" w:type="pct"/>
            <w:vAlign w:val="center"/>
          </w:tcPr>
          <w:p w14:paraId="1CEDD2FD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44AF6C" w14:textId="77777777" w:rsidR="00D16E32" w:rsidRDefault="00D16E32">
      <w:pPr>
        <w:pStyle w:val="Telobesedila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6"/>
        <w:gridCol w:w="5396"/>
      </w:tblGrid>
      <w:tr w:rsidR="00D16E32" w:rsidRPr="002945E7" w14:paraId="528D3ED3" w14:textId="77777777" w:rsidTr="006459EE">
        <w:trPr>
          <w:cantSplit/>
          <w:trHeight w:val="431"/>
        </w:trPr>
        <w:tc>
          <w:tcPr>
            <w:tcW w:w="5000" w:type="pct"/>
            <w:gridSpan w:val="2"/>
            <w:shd w:val="clear" w:color="auto" w:fill="C0C0C0"/>
            <w:vAlign w:val="center"/>
          </w:tcPr>
          <w:p w14:paraId="0EB1B584" w14:textId="77777777" w:rsidR="00D16E32" w:rsidRPr="002945E7" w:rsidRDefault="00D16E32" w:rsidP="006459EE">
            <w:pPr>
              <w:pStyle w:val="Telobesedil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Podatki o nepremičnini, ki je predmet obnove</w:t>
            </w:r>
          </w:p>
        </w:tc>
      </w:tr>
      <w:tr w:rsidR="00D16E32" w:rsidRPr="002945E7" w14:paraId="2A59603D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0FB0157F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Navedba objekta:</w:t>
            </w:r>
          </w:p>
        </w:tc>
        <w:tc>
          <w:tcPr>
            <w:tcW w:w="2977" w:type="pct"/>
            <w:vAlign w:val="center"/>
          </w:tcPr>
          <w:p w14:paraId="713571BD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6E32" w:rsidRPr="002945E7" w14:paraId="6C7553EE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41CDD250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EŠD (evidenčna številka dediščine):</w:t>
            </w:r>
          </w:p>
        </w:tc>
        <w:tc>
          <w:tcPr>
            <w:tcW w:w="2977" w:type="pct"/>
            <w:vAlign w:val="center"/>
          </w:tcPr>
          <w:p w14:paraId="100A0BDA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6E32" w:rsidRPr="002945E7" w14:paraId="3DA9B5AD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6C21B1F7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Lokacija – naslov:</w:t>
            </w:r>
          </w:p>
        </w:tc>
        <w:tc>
          <w:tcPr>
            <w:tcW w:w="2977" w:type="pct"/>
            <w:vAlign w:val="center"/>
          </w:tcPr>
          <w:p w14:paraId="63B54F22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6E32" w:rsidRPr="002945E7" w14:paraId="5C83AA2A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32AB7E06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Parcelna številka:</w:t>
            </w:r>
          </w:p>
        </w:tc>
        <w:tc>
          <w:tcPr>
            <w:tcW w:w="2977" w:type="pct"/>
            <w:vAlign w:val="center"/>
          </w:tcPr>
          <w:p w14:paraId="780E6D4A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6E32" w:rsidRPr="002945E7" w14:paraId="2BE61C03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4223F7E2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Katastrska občina:</w:t>
            </w:r>
          </w:p>
        </w:tc>
        <w:tc>
          <w:tcPr>
            <w:tcW w:w="2977" w:type="pct"/>
            <w:vAlign w:val="center"/>
          </w:tcPr>
          <w:p w14:paraId="78E95EC8" w14:textId="77777777" w:rsidR="00D16E32" w:rsidRPr="002945E7" w:rsidRDefault="00D16E32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2C71D" w14:textId="77777777" w:rsidR="00D16E32" w:rsidRDefault="00D16E32">
      <w:pPr>
        <w:pStyle w:val="Telobesedila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6"/>
        <w:gridCol w:w="5396"/>
      </w:tblGrid>
      <w:tr w:rsidR="00C74139" w:rsidRPr="002945E7" w14:paraId="23F09B78" w14:textId="77777777" w:rsidTr="006459EE">
        <w:trPr>
          <w:cantSplit/>
          <w:trHeight w:val="431"/>
        </w:trPr>
        <w:tc>
          <w:tcPr>
            <w:tcW w:w="5000" w:type="pct"/>
            <w:gridSpan w:val="2"/>
            <w:shd w:val="clear" w:color="auto" w:fill="C0C0C0"/>
            <w:vAlign w:val="center"/>
          </w:tcPr>
          <w:p w14:paraId="656D0F4B" w14:textId="749478DC" w:rsidR="00C74139" w:rsidRPr="002945E7" w:rsidRDefault="00C74139" w:rsidP="006459EE">
            <w:pPr>
              <w:pStyle w:val="Telobesedil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 Podatki o obnovitvenih delih na objektu v letu 202</w:t>
            </w:r>
            <w:r w:rsidR="00971111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C74139" w:rsidRPr="002945E7" w14:paraId="4B0BCD12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608921A9" w14:textId="245D8B44" w:rsidR="00C74139" w:rsidRPr="002945E7" w:rsidRDefault="00C74139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naziv obnovitvenih del:</w:t>
            </w:r>
          </w:p>
        </w:tc>
        <w:tc>
          <w:tcPr>
            <w:tcW w:w="2977" w:type="pct"/>
            <w:vAlign w:val="center"/>
          </w:tcPr>
          <w:p w14:paraId="07DD2CC9" w14:textId="77777777" w:rsidR="00C74139" w:rsidRPr="002945E7" w:rsidRDefault="00C74139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4139" w:rsidRPr="002945E7" w14:paraId="6EBE883A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1EC71245" w14:textId="23A55A57" w:rsidR="00C74139" w:rsidRPr="002945E7" w:rsidRDefault="00CF7559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Predviden z</w:t>
            </w:r>
            <w:r w:rsidR="00C74139">
              <w:rPr>
                <w:rFonts w:ascii="Arial" w:hAnsi="Arial" w:cs="Arial"/>
                <w:sz w:val="22"/>
                <w:szCs w:val="22"/>
              </w:rPr>
              <w:t>ačetek del (datum):</w:t>
            </w:r>
          </w:p>
        </w:tc>
        <w:tc>
          <w:tcPr>
            <w:tcW w:w="2977" w:type="pct"/>
            <w:vAlign w:val="center"/>
          </w:tcPr>
          <w:p w14:paraId="561495AA" w14:textId="77777777" w:rsidR="00C74139" w:rsidRPr="002945E7" w:rsidRDefault="00C74139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4139" w:rsidRPr="002945E7" w14:paraId="71321FB6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1E7D015F" w14:textId="776CF1E5" w:rsidR="00C74139" w:rsidRPr="002945E7" w:rsidRDefault="00CF7559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Predviden z</w:t>
            </w:r>
            <w:r w:rsidR="00C74139">
              <w:rPr>
                <w:rFonts w:ascii="Arial" w:hAnsi="Arial" w:cs="Arial"/>
                <w:sz w:val="22"/>
                <w:szCs w:val="22"/>
              </w:rPr>
              <w:t>aključek del (datum):</w:t>
            </w:r>
          </w:p>
        </w:tc>
        <w:tc>
          <w:tcPr>
            <w:tcW w:w="2977" w:type="pct"/>
            <w:vAlign w:val="center"/>
          </w:tcPr>
          <w:p w14:paraId="3CAA6D5B" w14:textId="77777777" w:rsidR="00C74139" w:rsidRPr="002945E7" w:rsidRDefault="00C74139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4139" w:rsidRPr="002945E7" w14:paraId="31E54387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2AF77949" w14:textId="2B93AA0A" w:rsidR="00C74139" w:rsidRPr="002945E7" w:rsidRDefault="00C74139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Celotna vrednost obnovitvenih del, ki jih prijavljate na razpis:</w:t>
            </w:r>
          </w:p>
        </w:tc>
        <w:tc>
          <w:tcPr>
            <w:tcW w:w="2977" w:type="pct"/>
            <w:vAlign w:val="center"/>
          </w:tcPr>
          <w:p w14:paraId="72F4BC35" w14:textId="77777777" w:rsidR="00C74139" w:rsidRPr="002945E7" w:rsidRDefault="00C74139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7559" w:rsidRPr="002945E7" w14:paraId="592695CA" w14:textId="77777777" w:rsidTr="006459EE">
        <w:trPr>
          <w:trHeight w:val="510"/>
        </w:trPr>
        <w:tc>
          <w:tcPr>
            <w:tcW w:w="2023" w:type="pct"/>
            <w:vAlign w:val="center"/>
          </w:tcPr>
          <w:p w14:paraId="12EC44DF" w14:textId="4F506174" w:rsidR="00CF7559" w:rsidRDefault="00CF7559" w:rsidP="00645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Pričakovani znesek sofinanciranja Občine Miklavž v letu 202</w:t>
            </w:r>
            <w:r w:rsidR="002A0821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77" w:type="pct"/>
            <w:vAlign w:val="center"/>
          </w:tcPr>
          <w:p w14:paraId="0D1AD33D" w14:textId="77777777" w:rsidR="00CF7559" w:rsidRPr="002945E7" w:rsidRDefault="00CF7559" w:rsidP="006459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371A81" w14:textId="77777777" w:rsidR="00042F20" w:rsidRPr="00BC4294" w:rsidRDefault="00042F20">
      <w:pPr>
        <w:pStyle w:val="Telobesedila"/>
      </w:pPr>
    </w:p>
    <w:p w14:paraId="4B00AB44" w14:textId="77777777" w:rsidR="00042F20" w:rsidRPr="00BC4294" w:rsidRDefault="00042F20">
      <w:pPr>
        <w:pStyle w:val="Telobesedila"/>
      </w:pPr>
    </w:p>
    <w:p w14:paraId="2E91A138" w14:textId="3CD198A6" w:rsidR="00042F20" w:rsidRPr="00BC4294" w:rsidRDefault="00042F20">
      <w:pPr>
        <w:pStyle w:val="Telobesedila"/>
      </w:pPr>
    </w:p>
    <w:p w14:paraId="23E2A23C" w14:textId="6EAA2C30" w:rsidR="00042F20" w:rsidRPr="00BC4294" w:rsidRDefault="00C74139">
      <w:pPr>
        <w:pStyle w:val="Telobesedila"/>
        <w:rPr>
          <w:b/>
        </w:rPr>
      </w:pPr>
      <w:r>
        <w:rPr>
          <w:b/>
        </w:rPr>
        <w:t>4</w:t>
      </w:r>
      <w:r w:rsidR="00350246" w:rsidRPr="00BC4294">
        <w:rPr>
          <w:b/>
        </w:rPr>
        <w:t xml:space="preserve">. </w:t>
      </w:r>
      <w:r w:rsidR="00205B5F" w:rsidRPr="00BC4294">
        <w:rPr>
          <w:b/>
        </w:rPr>
        <w:t>O</w:t>
      </w:r>
      <w:r w:rsidR="00042F20" w:rsidRPr="00BC4294">
        <w:rPr>
          <w:b/>
        </w:rPr>
        <w:t>pis stanja objekta</w:t>
      </w:r>
      <w:r w:rsidR="00E42FE0" w:rsidRPr="00BC4294">
        <w:rPr>
          <w:b/>
        </w:rPr>
        <w:t xml:space="preserve"> pred izvedbo obnovitvenih del</w:t>
      </w:r>
      <w:r w:rsidR="00042F20" w:rsidRPr="00BC4294">
        <w:rPr>
          <w:b/>
        </w:rPr>
        <w:t>:</w:t>
      </w:r>
    </w:p>
    <w:p w14:paraId="487696D0" w14:textId="77777777" w:rsidR="00042F20" w:rsidRPr="00BC4294" w:rsidRDefault="00042F20">
      <w:pPr>
        <w:pStyle w:val="Telobesedila"/>
      </w:pPr>
    </w:p>
    <w:p w14:paraId="08847A30" w14:textId="77777777" w:rsidR="00042F20" w:rsidRPr="00BC4294" w:rsidRDefault="00042F20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5D5047FF" w14:textId="77777777" w:rsidR="00042F20" w:rsidRPr="00BC4294" w:rsidRDefault="00042F20">
      <w:pPr>
        <w:pStyle w:val="Telobesedila"/>
      </w:pPr>
    </w:p>
    <w:p w14:paraId="6BE6E331" w14:textId="77777777" w:rsidR="00042F20" w:rsidRPr="00BC4294" w:rsidRDefault="00042F20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13A6BBAD" w14:textId="77777777" w:rsidR="00042F20" w:rsidRPr="00BC4294" w:rsidRDefault="00042F20">
      <w:pPr>
        <w:pStyle w:val="Telobesedila"/>
      </w:pPr>
    </w:p>
    <w:p w14:paraId="7E7A8C79" w14:textId="77777777" w:rsidR="00042F20" w:rsidRPr="00BC4294" w:rsidRDefault="00042F20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3E6BF9BD" w14:textId="77777777" w:rsidR="00042F20" w:rsidRPr="00BC4294" w:rsidRDefault="00042F20">
      <w:pPr>
        <w:pStyle w:val="Telobesedila"/>
      </w:pPr>
    </w:p>
    <w:p w14:paraId="4F58A432" w14:textId="77777777" w:rsidR="00042F20" w:rsidRPr="00BC4294" w:rsidRDefault="00042F20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169FF885" w14:textId="77777777" w:rsidR="00042F20" w:rsidRPr="00BC4294" w:rsidRDefault="00042F20">
      <w:pPr>
        <w:pStyle w:val="Telobesedila"/>
      </w:pPr>
    </w:p>
    <w:p w14:paraId="120DBE71" w14:textId="77777777" w:rsidR="00042F20" w:rsidRPr="00BC4294" w:rsidRDefault="00042F20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344FAA67" w14:textId="77777777" w:rsidR="00042F20" w:rsidRPr="00BC4294" w:rsidRDefault="00042F20">
      <w:pPr>
        <w:pStyle w:val="Telobesedila"/>
      </w:pPr>
    </w:p>
    <w:p w14:paraId="6F48F17B" w14:textId="77777777" w:rsidR="00042F20" w:rsidRPr="00BC4294" w:rsidRDefault="00042F20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5C64E123" w14:textId="77777777" w:rsidR="00042F20" w:rsidRPr="00BC4294" w:rsidRDefault="00042F20">
      <w:pPr>
        <w:pStyle w:val="Telobesedila"/>
      </w:pPr>
    </w:p>
    <w:p w14:paraId="251DD375" w14:textId="77777777" w:rsidR="00042F20" w:rsidRPr="00BC4294" w:rsidRDefault="00042F20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0445FDE2" w14:textId="77777777" w:rsidR="00042F20" w:rsidRPr="00BC4294" w:rsidRDefault="00042F20">
      <w:pPr>
        <w:pStyle w:val="Telobesedila"/>
      </w:pPr>
    </w:p>
    <w:p w14:paraId="0C297A6E" w14:textId="706F326B" w:rsidR="00350246" w:rsidRPr="00BC4294" w:rsidRDefault="00C74139" w:rsidP="00350246">
      <w:pPr>
        <w:pStyle w:val="Telobesedila"/>
        <w:rPr>
          <w:b/>
        </w:rPr>
      </w:pPr>
      <w:r>
        <w:rPr>
          <w:b/>
        </w:rPr>
        <w:t>5</w:t>
      </w:r>
      <w:r w:rsidR="00350246" w:rsidRPr="00BC4294">
        <w:rPr>
          <w:b/>
        </w:rPr>
        <w:t xml:space="preserve">. </w:t>
      </w:r>
      <w:r w:rsidR="00205B5F" w:rsidRPr="00BC4294">
        <w:rPr>
          <w:b/>
        </w:rPr>
        <w:t>O</w:t>
      </w:r>
      <w:r w:rsidR="00350246" w:rsidRPr="00BC4294">
        <w:rPr>
          <w:b/>
        </w:rPr>
        <w:t xml:space="preserve">pis </w:t>
      </w:r>
      <w:r w:rsidR="000462E7" w:rsidRPr="00BC4294">
        <w:rPr>
          <w:b/>
        </w:rPr>
        <w:t>obnovitvenih del</w:t>
      </w:r>
      <w:r w:rsidR="00350246" w:rsidRPr="00BC4294">
        <w:rPr>
          <w:b/>
        </w:rPr>
        <w:t xml:space="preserve"> v letu </w:t>
      </w:r>
      <w:r w:rsidR="006650BB">
        <w:rPr>
          <w:b/>
        </w:rPr>
        <w:t>202</w:t>
      </w:r>
      <w:r w:rsidR="002A0821">
        <w:rPr>
          <w:b/>
        </w:rPr>
        <w:t>5</w:t>
      </w:r>
      <w:r w:rsidR="00350246" w:rsidRPr="00BC4294">
        <w:rPr>
          <w:b/>
        </w:rPr>
        <w:t>:</w:t>
      </w:r>
    </w:p>
    <w:p w14:paraId="2E4A91B3" w14:textId="77777777" w:rsidR="00042F20" w:rsidRPr="00BC4294" w:rsidRDefault="00042F20">
      <w:pPr>
        <w:pStyle w:val="Telobesedila"/>
      </w:pPr>
    </w:p>
    <w:p w14:paraId="7DC43B4B" w14:textId="77777777" w:rsidR="00255172" w:rsidRPr="00BC4294" w:rsidRDefault="00255172" w:rsidP="00255172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6C23A015" w14:textId="77777777" w:rsidR="00255172" w:rsidRPr="00BC4294" w:rsidRDefault="00255172" w:rsidP="00255172">
      <w:pPr>
        <w:pStyle w:val="Telobesedila"/>
      </w:pPr>
    </w:p>
    <w:p w14:paraId="2DC13EF0" w14:textId="77777777" w:rsidR="00255172" w:rsidRPr="00BC4294" w:rsidRDefault="00255172" w:rsidP="00255172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69985A05" w14:textId="77777777" w:rsidR="00255172" w:rsidRPr="00BC4294" w:rsidRDefault="00255172" w:rsidP="00255172">
      <w:pPr>
        <w:pStyle w:val="Telobesedila"/>
      </w:pPr>
    </w:p>
    <w:p w14:paraId="14C2740B" w14:textId="77777777" w:rsidR="00255172" w:rsidRPr="00BC4294" w:rsidRDefault="00255172" w:rsidP="00255172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02EA9800" w14:textId="77777777" w:rsidR="00255172" w:rsidRPr="00BC4294" w:rsidRDefault="00255172" w:rsidP="00255172">
      <w:pPr>
        <w:pStyle w:val="Telobesedila"/>
      </w:pPr>
    </w:p>
    <w:p w14:paraId="7CD5EED8" w14:textId="77777777" w:rsidR="00255172" w:rsidRPr="00BC4294" w:rsidRDefault="00255172" w:rsidP="00255172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3638D32D" w14:textId="77777777" w:rsidR="00255172" w:rsidRPr="00BC4294" w:rsidRDefault="00255172" w:rsidP="00255172">
      <w:pPr>
        <w:pStyle w:val="Telobesedila"/>
      </w:pPr>
    </w:p>
    <w:p w14:paraId="3D0A35BF" w14:textId="77777777" w:rsidR="00255172" w:rsidRPr="00BC4294" w:rsidRDefault="00255172" w:rsidP="00255172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4BBCB667" w14:textId="77777777" w:rsidR="00255172" w:rsidRPr="00BC4294" w:rsidRDefault="00255172" w:rsidP="00255172">
      <w:pPr>
        <w:pStyle w:val="Telobesedila"/>
      </w:pPr>
    </w:p>
    <w:p w14:paraId="21AE7B57" w14:textId="77777777" w:rsidR="00255172" w:rsidRPr="00BC4294" w:rsidRDefault="00255172" w:rsidP="00255172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3DBE7DFD" w14:textId="77777777" w:rsidR="00255172" w:rsidRPr="00BC4294" w:rsidRDefault="00255172" w:rsidP="00255172">
      <w:pPr>
        <w:pStyle w:val="Telobesedila"/>
      </w:pPr>
    </w:p>
    <w:p w14:paraId="4FF43464" w14:textId="77777777" w:rsidR="00772557" w:rsidRPr="00BC4294" w:rsidRDefault="00255172" w:rsidP="00255172">
      <w:pPr>
        <w:pStyle w:val="Telobesedila"/>
      </w:pPr>
      <w:r w:rsidRPr="00BC4294">
        <w:t>…………………………………………………………………………………………………</w:t>
      </w:r>
    </w:p>
    <w:p w14:paraId="668AC63B" w14:textId="77777777" w:rsidR="00772557" w:rsidRPr="00BC4294" w:rsidRDefault="00772557" w:rsidP="00255172">
      <w:pPr>
        <w:pStyle w:val="Telobesedila"/>
      </w:pPr>
    </w:p>
    <w:p w14:paraId="74E3A078" w14:textId="77777777" w:rsidR="00772557" w:rsidRPr="00BC4294" w:rsidRDefault="00772557" w:rsidP="00255172">
      <w:pPr>
        <w:pStyle w:val="Telobesedila"/>
      </w:pPr>
      <w:r w:rsidRPr="00BC4294">
        <w:t>…………………………………………………………………………………………...........</w:t>
      </w:r>
    </w:p>
    <w:p w14:paraId="5B901008" w14:textId="77777777" w:rsidR="00772557" w:rsidRPr="00BC4294" w:rsidRDefault="00772557" w:rsidP="00255172">
      <w:pPr>
        <w:pStyle w:val="Telobesedila"/>
      </w:pPr>
    </w:p>
    <w:p w14:paraId="40C3E73C" w14:textId="77777777" w:rsidR="00772557" w:rsidRPr="00BC4294" w:rsidRDefault="00772557" w:rsidP="00255172">
      <w:pPr>
        <w:pStyle w:val="Telobesedila"/>
      </w:pPr>
      <w:r w:rsidRPr="00BC4294">
        <w:t>…………………………………………………………………………………………………...</w:t>
      </w:r>
    </w:p>
    <w:p w14:paraId="368ACAF4" w14:textId="77777777" w:rsidR="00772557" w:rsidRPr="00BC4294" w:rsidRDefault="00772557" w:rsidP="00255172">
      <w:pPr>
        <w:pStyle w:val="Telobesedila"/>
      </w:pPr>
    </w:p>
    <w:p w14:paraId="0598CA89" w14:textId="77777777" w:rsidR="00772557" w:rsidRPr="00BC4294" w:rsidRDefault="00772557" w:rsidP="00255172">
      <w:pPr>
        <w:pStyle w:val="Telobesedila"/>
      </w:pPr>
      <w:r w:rsidRPr="00BC4294">
        <w:t>………………………………………………………………………………………………......</w:t>
      </w:r>
    </w:p>
    <w:p w14:paraId="519E9FB8" w14:textId="77777777" w:rsidR="00772557" w:rsidRPr="00BC4294" w:rsidRDefault="00772557" w:rsidP="00255172">
      <w:pPr>
        <w:pStyle w:val="Telobesedila"/>
      </w:pPr>
    </w:p>
    <w:p w14:paraId="4D62274A" w14:textId="77777777" w:rsidR="00772557" w:rsidRPr="00BC4294" w:rsidRDefault="00772557" w:rsidP="00255172">
      <w:pPr>
        <w:pStyle w:val="Telobesedila"/>
      </w:pPr>
    </w:p>
    <w:p w14:paraId="498A2CBB" w14:textId="77777777" w:rsidR="00772557" w:rsidRPr="00BC4294" w:rsidRDefault="00772557" w:rsidP="00255172">
      <w:pPr>
        <w:pStyle w:val="Telobesedila"/>
      </w:pPr>
    </w:p>
    <w:tbl>
      <w:tblPr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0"/>
        <w:gridCol w:w="3004"/>
        <w:gridCol w:w="3056"/>
      </w:tblGrid>
      <w:tr w:rsidR="00C74139" w:rsidRPr="00CD7C7C" w14:paraId="51C06AD5" w14:textId="77777777" w:rsidTr="006459EE">
        <w:tc>
          <w:tcPr>
            <w:tcW w:w="3069" w:type="dxa"/>
          </w:tcPr>
          <w:p w14:paraId="0161D251" w14:textId="77777777" w:rsidR="00C74139" w:rsidRPr="00CD7C7C" w:rsidRDefault="00C74139" w:rsidP="006459EE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D7C7C">
              <w:rPr>
                <w:rFonts w:ascii="Arial" w:hAnsi="Arial" w:cs="Arial"/>
                <w:iCs/>
                <w:sz w:val="22"/>
                <w:szCs w:val="22"/>
              </w:rPr>
              <w:t>Datum:</w:t>
            </w:r>
          </w:p>
        </w:tc>
        <w:tc>
          <w:tcPr>
            <w:tcW w:w="3069" w:type="dxa"/>
          </w:tcPr>
          <w:p w14:paraId="20CE11C5" w14:textId="77777777" w:rsidR="00C74139" w:rsidRPr="00CD7C7C" w:rsidRDefault="00C74139" w:rsidP="006459EE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D7C7C">
              <w:rPr>
                <w:rFonts w:ascii="Arial" w:hAnsi="Arial" w:cs="Arial"/>
                <w:iCs/>
                <w:sz w:val="22"/>
                <w:szCs w:val="22"/>
              </w:rPr>
              <w:t>Žig:</w:t>
            </w:r>
          </w:p>
        </w:tc>
        <w:tc>
          <w:tcPr>
            <w:tcW w:w="3071" w:type="dxa"/>
          </w:tcPr>
          <w:p w14:paraId="1C8C69B8" w14:textId="77777777" w:rsidR="00C74139" w:rsidRPr="00CD7C7C" w:rsidRDefault="00C74139" w:rsidP="006459EE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D7C7C">
              <w:rPr>
                <w:rFonts w:ascii="Arial" w:hAnsi="Arial" w:cs="Arial"/>
                <w:iCs/>
                <w:sz w:val="22"/>
                <w:szCs w:val="22"/>
              </w:rPr>
              <w:t xml:space="preserve">Podpis </w:t>
            </w:r>
            <w:r>
              <w:rPr>
                <w:rFonts w:ascii="Arial" w:hAnsi="Arial" w:cs="Arial"/>
                <w:iCs/>
                <w:sz w:val="22"/>
                <w:szCs w:val="22"/>
              </w:rPr>
              <w:t>(</w:t>
            </w:r>
            <w:r w:rsidRPr="00CD7C7C">
              <w:rPr>
                <w:rFonts w:ascii="Arial" w:hAnsi="Arial" w:cs="Arial"/>
                <w:iCs/>
                <w:sz w:val="22"/>
                <w:szCs w:val="22"/>
              </w:rPr>
              <w:t>zakonitega zastopnika</w:t>
            </w:r>
            <w:r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Pr="00CD7C7C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</w:tr>
      <w:tr w:rsidR="00C74139" w:rsidRPr="00CD7C7C" w14:paraId="720A93E1" w14:textId="77777777" w:rsidTr="006459EE">
        <w:tc>
          <w:tcPr>
            <w:tcW w:w="3069" w:type="dxa"/>
          </w:tcPr>
          <w:p w14:paraId="5DCF4B4D" w14:textId="77777777" w:rsidR="00C74139" w:rsidRPr="00CD7C7C" w:rsidRDefault="00C74139" w:rsidP="006459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7488A9ED" w14:textId="77777777" w:rsidR="00C74139" w:rsidRPr="00CD7C7C" w:rsidRDefault="00C74139" w:rsidP="006459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D7C7C">
              <w:rPr>
                <w:rFonts w:ascii="Arial" w:hAnsi="Arial" w:cs="Arial"/>
                <w:b/>
                <w:iCs/>
                <w:sz w:val="22"/>
                <w:szCs w:val="22"/>
              </w:rPr>
              <w:t>__________________</w:t>
            </w:r>
          </w:p>
          <w:p w14:paraId="39EBEAF3" w14:textId="77777777" w:rsidR="00C74139" w:rsidRPr="00CD7C7C" w:rsidRDefault="00C74139" w:rsidP="006459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3069" w:type="dxa"/>
          </w:tcPr>
          <w:p w14:paraId="2AA13DE0" w14:textId="77777777" w:rsidR="00C74139" w:rsidRPr="00CD7C7C" w:rsidRDefault="00C74139" w:rsidP="006459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3071" w:type="dxa"/>
          </w:tcPr>
          <w:p w14:paraId="06CF8CCD" w14:textId="77777777" w:rsidR="00C74139" w:rsidRPr="00CD7C7C" w:rsidRDefault="00C74139" w:rsidP="006459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63594074" w14:textId="77777777" w:rsidR="00C74139" w:rsidRPr="00CD7C7C" w:rsidRDefault="00C74139" w:rsidP="006459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D7C7C">
              <w:rPr>
                <w:rFonts w:ascii="Arial" w:hAnsi="Arial" w:cs="Arial"/>
                <w:b/>
                <w:iCs/>
                <w:sz w:val="22"/>
                <w:szCs w:val="22"/>
              </w:rPr>
              <w:t>___________________</w:t>
            </w:r>
          </w:p>
        </w:tc>
      </w:tr>
    </w:tbl>
    <w:p w14:paraId="54E2DC85" w14:textId="6E5B7B59" w:rsidR="00772557" w:rsidRPr="00BC4294" w:rsidRDefault="00772557" w:rsidP="00255172">
      <w:pPr>
        <w:pStyle w:val="Telobesedila"/>
      </w:pPr>
    </w:p>
    <w:p w14:paraId="1E32CB50" w14:textId="77777777" w:rsidR="00772557" w:rsidRPr="00BC4294" w:rsidRDefault="00772557" w:rsidP="00255172">
      <w:pPr>
        <w:pStyle w:val="Telobesedila"/>
      </w:pPr>
    </w:p>
    <w:p w14:paraId="1DAE6C3E" w14:textId="77777777" w:rsidR="00772557" w:rsidRPr="00BC4294" w:rsidRDefault="00772557" w:rsidP="00255172">
      <w:pPr>
        <w:pStyle w:val="Telobesedila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CF7559" w:rsidRPr="002945E7" w14:paraId="40429E05" w14:textId="77777777" w:rsidTr="006459EE">
        <w:trPr>
          <w:cantSplit/>
          <w:trHeight w:val="431"/>
        </w:trPr>
        <w:tc>
          <w:tcPr>
            <w:tcW w:w="5000" w:type="pct"/>
            <w:shd w:val="clear" w:color="auto" w:fill="C0C0C0"/>
            <w:vAlign w:val="center"/>
          </w:tcPr>
          <w:p w14:paraId="6C6D82DF" w14:textId="0495B721" w:rsidR="00CF7559" w:rsidRPr="002945E7" w:rsidRDefault="00CF7559" w:rsidP="006459EE">
            <w:pPr>
              <w:pStyle w:val="Telobesedil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6. Izjava</w:t>
            </w:r>
          </w:p>
        </w:tc>
      </w:tr>
    </w:tbl>
    <w:p w14:paraId="56B50D24" w14:textId="77777777" w:rsidR="00CF7559" w:rsidRDefault="00CF7559" w:rsidP="00CF7559">
      <w:pPr>
        <w:rPr>
          <w:rFonts w:ascii="Arial" w:hAnsi="Arial" w:cs="Arial"/>
          <w:b/>
          <w:sz w:val="22"/>
          <w:szCs w:val="22"/>
        </w:rPr>
      </w:pPr>
    </w:p>
    <w:p w14:paraId="7AC60A6C" w14:textId="77777777" w:rsidR="00CF7559" w:rsidRDefault="00CF7559" w:rsidP="00CF7559">
      <w:pPr>
        <w:rPr>
          <w:rFonts w:ascii="Arial" w:hAnsi="Arial" w:cs="Arial"/>
          <w:b/>
          <w:sz w:val="22"/>
          <w:szCs w:val="22"/>
        </w:rPr>
      </w:pPr>
    </w:p>
    <w:p w14:paraId="1A8AC41A" w14:textId="77777777" w:rsidR="00CF7559" w:rsidRPr="002945E7" w:rsidRDefault="00CF7559" w:rsidP="00CF7559">
      <w:pPr>
        <w:rPr>
          <w:rFonts w:ascii="Arial" w:hAnsi="Arial" w:cs="Arial"/>
          <w:b/>
          <w:sz w:val="22"/>
          <w:szCs w:val="22"/>
        </w:rPr>
      </w:pPr>
    </w:p>
    <w:p w14:paraId="5891DE74" w14:textId="77777777" w:rsidR="00CF7559" w:rsidRDefault="00CF7559" w:rsidP="00CF7559">
      <w:pPr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 podpisom in žigom v tej izjavi potrjujem:</w:t>
      </w:r>
    </w:p>
    <w:p w14:paraId="7363EBBB" w14:textId="77777777" w:rsidR="00CF7559" w:rsidRDefault="00CF7559" w:rsidP="00CF7559">
      <w:pPr>
        <w:jc w:val="both"/>
        <w:rPr>
          <w:rFonts w:ascii="Arial" w:hAnsi="Arial" w:cs="Arial"/>
          <w:bCs/>
          <w:sz w:val="22"/>
          <w:szCs w:val="22"/>
        </w:rPr>
      </w:pPr>
    </w:p>
    <w:p w14:paraId="5B574B96" w14:textId="77777777" w:rsidR="00CF7559" w:rsidRPr="002E2D67" w:rsidRDefault="00CF7559" w:rsidP="00CF755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3EFB8DA3" w14:textId="77777777" w:rsidR="00CF7559" w:rsidRPr="002E2D67" w:rsidRDefault="00CF7559" w:rsidP="00CF755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2E2D67">
        <w:rPr>
          <w:rFonts w:ascii="Arial" w:hAnsi="Arial" w:cs="Arial"/>
          <w:bCs/>
          <w:sz w:val="22"/>
          <w:szCs w:val="22"/>
        </w:rPr>
        <w:t>da so vsi podatki, navedeni v vlogi resnični, točni in popolni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2E2D67">
        <w:rPr>
          <w:rFonts w:ascii="Arial" w:hAnsi="Arial" w:cs="Arial"/>
          <w:bCs/>
          <w:sz w:val="22"/>
          <w:szCs w:val="22"/>
        </w:rPr>
        <w:t xml:space="preserve">za kar prevzemam materialno in kazensko odgovornost. Občini </w:t>
      </w:r>
      <w:r>
        <w:rPr>
          <w:rFonts w:ascii="Arial" w:hAnsi="Arial" w:cs="Arial"/>
          <w:bCs/>
          <w:sz w:val="22"/>
          <w:szCs w:val="22"/>
        </w:rPr>
        <w:t>Miklavž na Dravskem polju</w:t>
      </w:r>
      <w:r w:rsidRPr="002E2D67">
        <w:rPr>
          <w:rFonts w:ascii="Arial" w:hAnsi="Arial" w:cs="Arial"/>
          <w:bCs/>
          <w:sz w:val="22"/>
          <w:szCs w:val="22"/>
        </w:rPr>
        <w:t xml:space="preserve"> dovoljujem, da pridobi podatke iz uradnih evidenc o podatkih, ki smo jih navedli v vlogi</w:t>
      </w:r>
      <w:r>
        <w:rPr>
          <w:rFonts w:ascii="Arial" w:hAnsi="Arial" w:cs="Arial"/>
          <w:bCs/>
          <w:sz w:val="22"/>
          <w:szCs w:val="22"/>
        </w:rPr>
        <w:t>;</w:t>
      </w:r>
    </w:p>
    <w:p w14:paraId="53757F61" w14:textId="77777777" w:rsidR="00CF7559" w:rsidRDefault="00CF7559" w:rsidP="00CF755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</w:t>
      </w:r>
      <w:r w:rsidRPr="002E2D67">
        <w:rPr>
          <w:rFonts w:ascii="Arial" w:hAnsi="Arial" w:cs="Arial"/>
          <w:bCs/>
          <w:sz w:val="22"/>
          <w:szCs w:val="22"/>
        </w:rPr>
        <w:t xml:space="preserve"> soglašam s preverjanjem namenske porabe odobrenih proračunskih sredstev s s</w:t>
      </w:r>
      <w:r>
        <w:rPr>
          <w:rFonts w:ascii="Arial" w:hAnsi="Arial" w:cs="Arial"/>
          <w:bCs/>
          <w:sz w:val="22"/>
          <w:szCs w:val="22"/>
        </w:rPr>
        <w:t>t</w:t>
      </w:r>
      <w:r w:rsidRPr="002E2D67">
        <w:rPr>
          <w:rFonts w:ascii="Arial" w:hAnsi="Arial" w:cs="Arial"/>
          <w:bCs/>
          <w:sz w:val="22"/>
          <w:szCs w:val="22"/>
        </w:rPr>
        <w:t xml:space="preserve">rani Občine </w:t>
      </w:r>
      <w:r>
        <w:rPr>
          <w:rFonts w:ascii="Arial" w:hAnsi="Arial" w:cs="Arial"/>
          <w:bCs/>
          <w:sz w:val="22"/>
          <w:szCs w:val="22"/>
        </w:rPr>
        <w:t>Miklavž na Dravskem polju;</w:t>
      </w:r>
    </w:p>
    <w:p w14:paraId="5DA48BEC" w14:textId="77777777" w:rsidR="00CF7559" w:rsidRDefault="00CF7559" w:rsidP="00CF755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 smo za izvedbo obnovitvenih del pridobili vsa ustrezna soglasja in dovoljenja;</w:t>
      </w:r>
    </w:p>
    <w:p w14:paraId="0C98B4DA" w14:textId="77777777" w:rsidR="00CF7559" w:rsidRDefault="00CF7559" w:rsidP="00CF755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da so bila oz. bodo dela izvedena v skladu z veljavnimi predpisi o graditvi objektov, urejanju prostora in varstvu okolja; </w:t>
      </w:r>
    </w:p>
    <w:p w14:paraId="595EDA0C" w14:textId="4EA1BF44" w:rsidR="00CF7559" w:rsidRPr="002E2D67" w:rsidRDefault="00CF7559" w:rsidP="00CF755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da za isti namen še nismo prejeli sredstev iz proračuna Občine </w:t>
      </w:r>
      <w:r w:rsidR="00A20381">
        <w:rPr>
          <w:rFonts w:ascii="Arial" w:hAnsi="Arial" w:cs="Arial"/>
          <w:bCs/>
          <w:sz w:val="22"/>
          <w:szCs w:val="22"/>
        </w:rPr>
        <w:t>Miklavž na Dravskem polju</w:t>
      </w:r>
      <w:r>
        <w:rPr>
          <w:rFonts w:ascii="Arial" w:hAnsi="Arial" w:cs="Arial"/>
          <w:bCs/>
          <w:sz w:val="22"/>
          <w:szCs w:val="22"/>
        </w:rPr>
        <w:t>.</w:t>
      </w:r>
    </w:p>
    <w:p w14:paraId="26DFE9CF" w14:textId="77777777" w:rsidR="00CF7559" w:rsidRDefault="00CF7559" w:rsidP="00CF7559">
      <w:pPr>
        <w:spacing w:after="120"/>
        <w:rPr>
          <w:rFonts w:ascii="Arial" w:hAnsi="Arial" w:cs="Arial"/>
          <w:bCs/>
          <w:sz w:val="22"/>
          <w:szCs w:val="22"/>
        </w:rPr>
      </w:pPr>
    </w:p>
    <w:p w14:paraId="77196FCE" w14:textId="77777777" w:rsidR="00CF7559" w:rsidRDefault="00CF7559" w:rsidP="00CF7559">
      <w:pPr>
        <w:spacing w:after="120"/>
        <w:rPr>
          <w:rFonts w:ascii="Arial" w:hAnsi="Arial" w:cs="Arial"/>
          <w:bCs/>
          <w:sz w:val="22"/>
          <w:szCs w:val="22"/>
        </w:rPr>
      </w:pPr>
    </w:p>
    <w:p w14:paraId="25E32839" w14:textId="77777777" w:rsidR="00CF7559" w:rsidRDefault="00CF7559" w:rsidP="00CF7559">
      <w:pPr>
        <w:spacing w:after="120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0"/>
        <w:gridCol w:w="3004"/>
        <w:gridCol w:w="3056"/>
      </w:tblGrid>
      <w:tr w:rsidR="00CF7559" w:rsidRPr="00CD7C7C" w14:paraId="49E3F986" w14:textId="77777777" w:rsidTr="006459EE">
        <w:tc>
          <w:tcPr>
            <w:tcW w:w="3069" w:type="dxa"/>
          </w:tcPr>
          <w:p w14:paraId="168AEC40" w14:textId="77777777" w:rsidR="00CF7559" w:rsidRPr="00CD7C7C" w:rsidRDefault="00CF7559" w:rsidP="006459EE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D7C7C">
              <w:rPr>
                <w:rFonts w:ascii="Arial" w:hAnsi="Arial" w:cs="Arial"/>
                <w:iCs/>
                <w:sz w:val="22"/>
                <w:szCs w:val="22"/>
              </w:rPr>
              <w:t>Datum:</w:t>
            </w:r>
          </w:p>
        </w:tc>
        <w:tc>
          <w:tcPr>
            <w:tcW w:w="3069" w:type="dxa"/>
          </w:tcPr>
          <w:p w14:paraId="6A96090C" w14:textId="77777777" w:rsidR="00CF7559" w:rsidRPr="00CD7C7C" w:rsidRDefault="00CF7559" w:rsidP="006459EE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D7C7C">
              <w:rPr>
                <w:rFonts w:ascii="Arial" w:hAnsi="Arial" w:cs="Arial"/>
                <w:iCs/>
                <w:sz w:val="22"/>
                <w:szCs w:val="22"/>
              </w:rPr>
              <w:t>Žig:</w:t>
            </w:r>
          </w:p>
        </w:tc>
        <w:tc>
          <w:tcPr>
            <w:tcW w:w="3071" w:type="dxa"/>
          </w:tcPr>
          <w:p w14:paraId="18E5FB3C" w14:textId="77777777" w:rsidR="00CF7559" w:rsidRPr="00CD7C7C" w:rsidRDefault="00CF7559" w:rsidP="006459EE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D7C7C">
              <w:rPr>
                <w:rFonts w:ascii="Arial" w:hAnsi="Arial" w:cs="Arial"/>
                <w:iCs/>
                <w:sz w:val="22"/>
                <w:szCs w:val="22"/>
              </w:rPr>
              <w:t xml:space="preserve">Podpis </w:t>
            </w:r>
            <w:r>
              <w:rPr>
                <w:rFonts w:ascii="Arial" w:hAnsi="Arial" w:cs="Arial"/>
                <w:iCs/>
                <w:sz w:val="22"/>
                <w:szCs w:val="22"/>
              </w:rPr>
              <w:t>(</w:t>
            </w:r>
            <w:r w:rsidRPr="00CD7C7C">
              <w:rPr>
                <w:rFonts w:ascii="Arial" w:hAnsi="Arial" w:cs="Arial"/>
                <w:iCs/>
                <w:sz w:val="22"/>
                <w:szCs w:val="22"/>
              </w:rPr>
              <w:t>zakonitega zastopnika</w:t>
            </w:r>
            <w:r>
              <w:rPr>
                <w:rFonts w:ascii="Arial" w:hAnsi="Arial" w:cs="Arial"/>
                <w:iCs/>
                <w:sz w:val="22"/>
                <w:szCs w:val="22"/>
              </w:rPr>
              <w:t>)</w:t>
            </w:r>
            <w:r w:rsidRPr="00CD7C7C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</w:tr>
      <w:tr w:rsidR="00CF7559" w:rsidRPr="00CD7C7C" w14:paraId="67C6206F" w14:textId="77777777" w:rsidTr="006459EE">
        <w:tc>
          <w:tcPr>
            <w:tcW w:w="3069" w:type="dxa"/>
          </w:tcPr>
          <w:p w14:paraId="49E86385" w14:textId="77777777" w:rsidR="00CF7559" w:rsidRPr="00CD7C7C" w:rsidRDefault="00CF7559" w:rsidP="006459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733EB6FC" w14:textId="77777777" w:rsidR="00CF7559" w:rsidRPr="00CD7C7C" w:rsidRDefault="00CF7559" w:rsidP="006459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D7C7C">
              <w:rPr>
                <w:rFonts w:ascii="Arial" w:hAnsi="Arial" w:cs="Arial"/>
                <w:b/>
                <w:iCs/>
                <w:sz w:val="22"/>
                <w:szCs w:val="22"/>
              </w:rPr>
              <w:t>__________________</w:t>
            </w:r>
          </w:p>
          <w:p w14:paraId="47FEE14D" w14:textId="77777777" w:rsidR="00CF7559" w:rsidRPr="00CD7C7C" w:rsidRDefault="00CF7559" w:rsidP="006459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3069" w:type="dxa"/>
          </w:tcPr>
          <w:p w14:paraId="18161547" w14:textId="77777777" w:rsidR="00CF7559" w:rsidRPr="00CD7C7C" w:rsidRDefault="00CF7559" w:rsidP="006459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3071" w:type="dxa"/>
          </w:tcPr>
          <w:p w14:paraId="223AF127" w14:textId="77777777" w:rsidR="00CF7559" w:rsidRPr="00CD7C7C" w:rsidRDefault="00CF7559" w:rsidP="006459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4A422D06" w14:textId="77777777" w:rsidR="00CF7559" w:rsidRPr="00CD7C7C" w:rsidRDefault="00CF7559" w:rsidP="006459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D7C7C">
              <w:rPr>
                <w:rFonts w:ascii="Arial" w:hAnsi="Arial" w:cs="Arial"/>
                <w:b/>
                <w:iCs/>
                <w:sz w:val="22"/>
                <w:szCs w:val="22"/>
              </w:rPr>
              <w:t>___________________</w:t>
            </w:r>
          </w:p>
        </w:tc>
      </w:tr>
    </w:tbl>
    <w:p w14:paraId="3708A5BA" w14:textId="77777777" w:rsidR="00370E47" w:rsidRPr="00BC4294" w:rsidRDefault="00370E47" w:rsidP="00BC4294">
      <w:pPr>
        <w:pStyle w:val="Telobesedila"/>
        <w:jc w:val="both"/>
      </w:pPr>
    </w:p>
    <w:p w14:paraId="61CAB2CD" w14:textId="77777777" w:rsidR="00370E47" w:rsidRPr="00BC4294" w:rsidRDefault="00370E47" w:rsidP="00BC4294">
      <w:pPr>
        <w:pStyle w:val="Telobesedila"/>
        <w:jc w:val="both"/>
      </w:pPr>
    </w:p>
    <w:p w14:paraId="383A4155" w14:textId="77777777" w:rsidR="00042F20" w:rsidRPr="00A20381" w:rsidRDefault="00042F20" w:rsidP="00BC4294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A20381">
        <w:rPr>
          <w:rFonts w:ascii="Arial" w:hAnsi="Arial" w:cs="Arial"/>
          <w:sz w:val="22"/>
          <w:szCs w:val="22"/>
          <w:u w:val="single"/>
        </w:rPr>
        <w:t>K izpolnjenemu prijavnemu obrazcu</w:t>
      </w:r>
      <w:r w:rsidR="00205B5F" w:rsidRPr="00A20381">
        <w:rPr>
          <w:rFonts w:ascii="Arial" w:hAnsi="Arial" w:cs="Arial"/>
          <w:sz w:val="22"/>
          <w:szCs w:val="22"/>
          <w:u w:val="single"/>
        </w:rPr>
        <w:t xml:space="preserve"> - vlogi</w:t>
      </w:r>
      <w:r w:rsidRPr="00A20381">
        <w:rPr>
          <w:rFonts w:ascii="Arial" w:hAnsi="Arial" w:cs="Arial"/>
          <w:sz w:val="22"/>
          <w:szCs w:val="22"/>
          <w:u w:val="single"/>
        </w:rPr>
        <w:t xml:space="preserve"> morajo biti priložene naslednje obvezne priloge:</w:t>
      </w:r>
    </w:p>
    <w:p w14:paraId="2DE93212" w14:textId="77777777" w:rsidR="00042F20" w:rsidRPr="00A20381" w:rsidRDefault="00042F20" w:rsidP="00BC4294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</w:p>
    <w:p w14:paraId="6632AE5C" w14:textId="7141309D" w:rsidR="00042F20" w:rsidRPr="00A20381" w:rsidRDefault="00042F20" w:rsidP="00BC429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20381">
        <w:rPr>
          <w:rFonts w:ascii="Arial" w:hAnsi="Arial" w:cs="Arial"/>
          <w:sz w:val="22"/>
          <w:szCs w:val="22"/>
        </w:rPr>
        <w:t xml:space="preserve">predračun </w:t>
      </w:r>
      <w:r w:rsidR="000462E7" w:rsidRPr="00A20381">
        <w:rPr>
          <w:rFonts w:ascii="Arial" w:hAnsi="Arial" w:cs="Arial"/>
          <w:sz w:val="22"/>
          <w:szCs w:val="22"/>
        </w:rPr>
        <w:t xml:space="preserve">za </w:t>
      </w:r>
      <w:r w:rsidR="00E42FE0" w:rsidRPr="00A20381">
        <w:rPr>
          <w:rFonts w:ascii="Arial" w:hAnsi="Arial" w:cs="Arial"/>
          <w:sz w:val="22"/>
          <w:szCs w:val="22"/>
        </w:rPr>
        <w:t xml:space="preserve">predvidena </w:t>
      </w:r>
      <w:r w:rsidR="0039543E" w:rsidRPr="00A20381">
        <w:rPr>
          <w:rFonts w:ascii="Arial" w:hAnsi="Arial" w:cs="Arial"/>
          <w:sz w:val="22"/>
          <w:szCs w:val="22"/>
        </w:rPr>
        <w:t xml:space="preserve">dela </w:t>
      </w:r>
      <w:r w:rsidR="000F1F42" w:rsidRPr="00A20381">
        <w:rPr>
          <w:rFonts w:ascii="Arial" w:hAnsi="Arial" w:cs="Arial"/>
          <w:sz w:val="22"/>
          <w:szCs w:val="22"/>
        </w:rPr>
        <w:t xml:space="preserve">oziroma potrjen končni obračun za že izvedena </w:t>
      </w:r>
      <w:r w:rsidR="000462E7" w:rsidRPr="00A20381">
        <w:rPr>
          <w:rFonts w:ascii="Arial" w:hAnsi="Arial" w:cs="Arial"/>
          <w:sz w:val="22"/>
          <w:szCs w:val="22"/>
        </w:rPr>
        <w:t xml:space="preserve">obnovitvena dela v letu </w:t>
      </w:r>
      <w:r w:rsidR="006650BB" w:rsidRPr="00A20381">
        <w:rPr>
          <w:rFonts w:ascii="Arial" w:hAnsi="Arial" w:cs="Arial"/>
          <w:sz w:val="22"/>
          <w:szCs w:val="22"/>
        </w:rPr>
        <w:t>202</w:t>
      </w:r>
      <w:r w:rsidR="002A0821">
        <w:rPr>
          <w:rFonts w:ascii="Arial" w:hAnsi="Arial" w:cs="Arial"/>
          <w:sz w:val="22"/>
          <w:szCs w:val="22"/>
        </w:rPr>
        <w:t>5</w:t>
      </w:r>
      <w:r w:rsidRPr="00A20381">
        <w:rPr>
          <w:rFonts w:ascii="Arial" w:hAnsi="Arial" w:cs="Arial"/>
          <w:sz w:val="22"/>
          <w:szCs w:val="22"/>
        </w:rPr>
        <w:t>,</w:t>
      </w:r>
    </w:p>
    <w:p w14:paraId="643C19BB" w14:textId="31396BED" w:rsidR="00370E47" w:rsidRPr="00A20381" w:rsidRDefault="00370E47" w:rsidP="00BC429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20381">
        <w:rPr>
          <w:rFonts w:ascii="Arial" w:hAnsi="Arial" w:cs="Arial"/>
          <w:sz w:val="22"/>
          <w:szCs w:val="22"/>
        </w:rPr>
        <w:t>slikovno (foto) gradivo trenutnega stanja objekta</w:t>
      </w:r>
      <w:r w:rsidR="00205B5F" w:rsidRPr="00A20381">
        <w:rPr>
          <w:rFonts w:ascii="Arial" w:hAnsi="Arial" w:cs="Arial"/>
          <w:sz w:val="22"/>
          <w:szCs w:val="22"/>
        </w:rPr>
        <w:t xml:space="preserve"> v delu, ki se nanaša na prijavljeno obnovo</w:t>
      </w:r>
      <w:r w:rsidR="00CF7559" w:rsidRPr="00A20381">
        <w:rPr>
          <w:rFonts w:ascii="Arial" w:hAnsi="Arial" w:cs="Arial"/>
          <w:sz w:val="22"/>
          <w:szCs w:val="22"/>
        </w:rPr>
        <w:t>,</w:t>
      </w:r>
    </w:p>
    <w:p w14:paraId="057FB913" w14:textId="557A1FFA" w:rsidR="00CF7559" w:rsidRPr="00A20381" w:rsidRDefault="00A20381" w:rsidP="00BC429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20381">
        <w:rPr>
          <w:rFonts w:ascii="Arial" w:hAnsi="Arial" w:cs="Arial"/>
          <w:sz w:val="22"/>
          <w:szCs w:val="22"/>
        </w:rPr>
        <w:t xml:space="preserve">s strani </w:t>
      </w:r>
      <w:r w:rsidR="00CE005B">
        <w:rPr>
          <w:rFonts w:ascii="Arial" w:hAnsi="Arial" w:cs="Arial"/>
          <w:sz w:val="22"/>
          <w:szCs w:val="22"/>
        </w:rPr>
        <w:t>vlagatelja</w:t>
      </w:r>
      <w:r w:rsidRPr="00A20381">
        <w:rPr>
          <w:rFonts w:ascii="Arial" w:hAnsi="Arial" w:cs="Arial"/>
          <w:sz w:val="22"/>
          <w:szCs w:val="22"/>
        </w:rPr>
        <w:t xml:space="preserve"> izpolnjen in parafiran vzorec pogodbe,</w:t>
      </w:r>
    </w:p>
    <w:p w14:paraId="2924E645" w14:textId="32873ABC" w:rsidR="00A20381" w:rsidRPr="00A20381" w:rsidRDefault="00A20381" w:rsidP="00BC429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20381">
        <w:rPr>
          <w:rFonts w:ascii="Arial" w:hAnsi="Arial" w:cs="Arial"/>
          <w:sz w:val="22"/>
          <w:szCs w:val="22"/>
        </w:rPr>
        <w:t xml:space="preserve">s strani </w:t>
      </w:r>
      <w:r w:rsidR="00CE005B">
        <w:rPr>
          <w:rFonts w:ascii="Arial" w:hAnsi="Arial" w:cs="Arial"/>
          <w:sz w:val="22"/>
          <w:szCs w:val="22"/>
        </w:rPr>
        <w:t>vlagatelja</w:t>
      </w:r>
      <w:r w:rsidRPr="00A20381">
        <w:rPr>
          <w:rFonts w:ascii="Arial" w:hAnsi="Arial" w:cs="Arial"/>
          <w:sz w:val="22"/>
          <w:szCs w:val="22"/>
        </w:rPr>
        <w:t xml:space="preserve"> </w:t>
      </w:r>
      <w:bookmarkStart w:id="0" w:name="_Hlk175144666"/>
      <w:r w:rsidRPr="00A20381">
        <w:rPr>
          <w:rFonts w:ascii="Arial" w:hAnsi="Arial" w:cs="Arial"/>
          <w:sz w:val="22"/>
          <w:szCs w:val="22"/>
        </w:rPr>
        <w:t>izpolnjen in parafiran zahtevek za izplačilo sredstev.</w:t>
      </w:r>
      <w:bookmarkEnd w:id="0"/>
    </w:p>
    <w:p w14:paraId="75AE5730" w14:textId="6CC00AE4" w:rsidR="001C6BC8" w:rsidRPr="001E071D" w:rsidRDefault="00E42FE0" w:rsidP="001C6BC8">
      <w:pPr>
        <w:jc w:val="both"/>
      </w:pPr>
      <w:r w:rsidRPr="00BC4294">
        <w:br w:type="page"/>
      </w:r>
    </w:p>
    <w:p w14:paraId="61B6FBEC" w14:textId="3B6C0E93" w:rsidR="001C6BC8" w:rsidRPr="008F4117" w:rsidRDefault="001C6BC8" w:rsidP="004F531C">
      <w:pPr>
        <w:jc w:val="both"/>
        <w:rPr>
          <w:sz w:val="24"/>
          <w:szCs w:val="24"/>
        </w:rPr>
      </w:pPr>
    </w:p>
    <w:p w14:paraId="12B0854E" w14:textId="0A228756" w:rsidR="001E071D" w:rsidRPr="001E071D" w:rsidRDefault="001E071D" w:rsidP="001E071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b/>
          <w:iCs/>
          <w:sz w:val="20"/>
        </w:rPr>
      </w:pPr>
      <w:r w:rsidRPr="001E071D">
        <w:rPr>
          <w:b/>
          <w:iCs/>
          <w:szCs w:val="24"/>
        </w:rPr>
        <w:t>KONČNO POROČILO O PORABI SREDSTEV</w:t>
      </w:r>
    </w:p>
    <w:p w14:paraId="18F6BDCE" w14:textId="77777777" w:rsidR="001E071D" w:rsidRPr="001E071D" w:rsidRDefault="001E071D" w:rsidP="001E071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bCs/>
          <w:iCs/>
          <w:sz w:val="20"/>
        </w:rPr>
      </w:pPr>
      <w:r w:rsidRPr="001E071D">
        <w:rPr>
          <w:bCs/>
          <w:iCs/>
          <w:sz w:val="20"/>
        </w:rPr>
        <w:t xml:space="preserve">DODELJENIH NA PODLAGI JAVNEGA RAZPISA </w:t>
      </w:r>
    </w:p>
    <w:p w14:paraId="4CDC51B7" w14:textId="6050E531" w:rsidR="001E071D" w:rsidRPr="001E071D" w:rsidRDefault="001E071D" w:rsidP="001E071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bCs/>
          <w:iCs/>
          <w:sz w:val="20"/>
        </w:rPr>
      </w:pPr>
      <w:r w:rsidRPr="001E071D">
        <w:rPr>
          <w:bCs/>
          <w:iCs/>
          <w:sz w:val="20"/>
        </w:rPr>
        <w:t xml:space="preserve">ZA SOFINANCIRANJE OBNOVE NEPREMIČNE KULTURNE DEDIŠČINE </w:t>
      </w:r>
    </w:p>
    <w:p w14:paraId="4BD97657" w14:textId="3C0FDE6E" w:rsidR="001E071D" w:rsidRPr="001E071D" w:rsidRDefault="001E071D" w:rsidP="001E071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bCs/>
          <w:iCs/>
          <w:sz w:val="20"/>
        </w:rPr>
      </w:pPr>
      <w:r w:rsidRPr="001E071D">
        <w:rPr>
          <w:bCs/>
          <w:iCs/>
          <w:sz w:val="20"/>
        </w:rPr>
        <w:t>NA OBMOČJU OBČINE MIKLAVŽ NA DRAVSKEM POLJU V LETU 202</w:t>
      </w:r>
      <w:r w:rsidR="002A0821">
        <w:rPr>
          <w:bCs/>
          <w:iCs/>
          <w:sz w:val="20"/>
        </w:rPr>
        <w:t>5</w:t>
      </w:r>
    </w:p>
    <w:p w14:paraId="2372B1A0" w14:textId="77777777" w:rsidR="001E071D" w:rsidRDefault="001E071D" w:rsidP="001E071D">
      <w:pPr>
        <w:spacing w:line="480" w:lineRule="auto"/>
        <w:rPr>
          <w:b/>
          <w:iCs/>
        </w:rPr>
      </w:pPr>
    </w:p>
    <w:p w14:paraId="1074976B" w14:textId="75157BC1" w:rsidR="001E071D" w:rsidRDefault="00CE005B" w:rsidP="001E071D">
      <w:pPr>
        <w:spacing w:line="480" w:lineRule="auto"/>
        <w:rPr>
          <w:b/>
          <w:iCs/>
        </w:rPr>
      </w:pPr>
      <w:r>
        <w:rPr>
          <w:b/>
          <w:iCs/>
        </w:rPr>
        <w:t>VLAGATELJ</w:t>
      </w:r>
      <w:r w:rsidR="001E071D">
        <w:rPr>
          <w:b/>
          <w:iCs/>
        </w:rPr>
        <w:t>:</w:t>
      </w:r>
    </w:p>
    <w:p w14:paraId="6F52413D" w14:textId="5A564B88" w:rsidR="001E071D" w:rsidRPr="001E071D" w:rsidRDefault="001E071D" w:rsidP="001E071D">
      <w:pPr>
        <w:spacing w:line="480" w:lineRule="auto"/>
        <w:rPr>
          <w:b/>
          <w:iCs/>
        </w:rPr>
      </w:pPr>
      <w:r w:rsidRPr="001E071D">
        <w:rPr>
          <w:bCs/>
          <w:iCs/>
        </w:rPr>
        <w:t xml:space="preserve">Naziv </w:t>
      </w:r>
      <w:r w:rsidR="00CE005B">
        <w:rPr>
          <w:bCs/>
          <w:iCs/>
        </w:rPr>
        <w:t>vlagatelja</w:t>
      </w:r>
      <w:r w:rsidRPr="001E071D">
        <w:rPr>
          <w:bCs/>
          <w:iCs/>
        </w:rPr>
        <w:t>:_________________________________________________________</w:t>
      </w:r>
    </w:p>
    <w:p w14:paraId="419DB2FA" w14:textId="309E93E1" w:rsidR="001E071D" w:rsidRPr="001E071D" w:rsidRDefault="001E071D" w:rsidP="001E071D">
      <w:pPr>
        <w:spacing w:line="480" w:lineRule="auto"/>
        <w:rPr>
          <w:bCs/>
          <w:iCs/>
        </w:rPr>
      </w:pPr>
      <w:r w:rsidRPr="001E071D">
        <w:rPr>
          <w:bCs/>
          <w:iCs/>
        </w:rPr>
        <w:t xml:space="preserve">Odgovorna oseba </w:t>
      </w:r>
      <w:r w:rsidR="00CE005B">
        <w:rPr>
          <w:bCs/>
          <w:iCs/>
        </w:rPr>
        <w:t>vlagatelja</w:t>
      </w:r>
      <w:r w:rsidRPr="001E071D">
        <w:rPr>
          <w:bCs/>
          <w:iCs/>
        </w:rPr>
        <w:t>:________________________________________________</w:t>
      </w:r>
    </w:p>
    <w:p w14:paraId="59E7F75C" w14:textId="77777777" w:rsidR="001E071D" w:rsidRPr="001E071D" w:rsidRDefault="001E071D" w:rsidP="001E071D">
      <w:pPr>
        <w:spacing w:line="480" w:lineRule="auto"/>
        <w:rPr>
          <w:bCs/>
          <w:iCs/>
        </w:rPr>
      </w:pPr>
      <w:r w:rsidRPr="001E071D">
        <w:rPr>
          <w:bCs/>
          <w:iCs/>
        </w:rPr>
        <w:t>Naslov: _________________________________________________________________</w:t>
      </w:r>
    </w:p>
    <w:p w14:paraId="33097CC2" w14:textId="77777777" w:rsidR="001E071D" w:rsidRPr="001E071D" w:rsidRDefault="001E071D" w:rsidP="001E071D">
      <w:pPr>
        <w:spacing w:line="480" w:lineRule="auto"/>
        <w:rPr>
          <w:bCs/>
          <w:iCs/>
        </w:rPr>
      </w:pPr>
      <w:r w:rsidRPr="001E071D">
        <w:rPr>
          <w:bCs/>
          <w:iCs/>
        </w:rPr>
        <w:t>Telefon: _________________________________________________________________</w:t>
      </w:r>
    </w:p>
    <w:p w14:paraId="0E03ED61" w14:textId="77777777" w:rsidR="001E071D" w:rsidRPr="001E071D" w:rsidRDefault="001E071D" w:rsidP="001E071D">
      <w:pPr>
        <w:spacing w:line="480" w:lineRule="auto"/>
        <w:rPr>
          <w:bCs/>
          <w:iCs/>
        </w:rPr>
      </w:pPr>
      <w:r w:rsidRPr="001E071D">
        <w:rPr>
          <w:bCs/>
          <w:iCs/>
        </w:rPr>
        <w:t>Elektronski naslov: ________________________________________________________</w:t>
      </w:r>
    </w:p>
    <w:p w14:paraId="47B65FFB" w14:textId="77777777" w:rsidR="001E071D" w:rsidRPr="00AB7BAF" w:rsidRDefault="001E071D" w:rsidP="001E071D">
      <w:pPr>
        <w:pStyle w:val="Odstavekseznama"/>
        <w:ind w:left="360"/>
        <w:rPr>
          <w:bCs/>
          <w:iCs/>
        </w:rPr>
      </w:pPr>
    </w:p>
    <w:p w14:paraId="4B7D9F94" w14:textId="65513A0A" w:rsidR="001E071D" w:rsidRPr="001E071D" w:rsidRDefault="001E071D" w:rsidP="001E071D">
      <w:pPr>
        <w:spacing w:line="480" w:lineRule="auto"/>
        <w:rPr>
          <w:b/>
          <w:iCs/>
        </w:rPr>
      </w:pPr>
      <w:r w:rsidRPr="001E071D">
        <w:rPr>
          <w:b/>
          <w:iCs/>
        </w:rPr>
        <w:t>PODATKI O OBJEKTU</w:t>
      </w:r>
      <w:r>
        <w:rPr>
          <w:b/>
          <w:iCs/>
        </w:rPr>
        <w:t>:</w:t>
      </w:r>
    </w:p>
    <w:p w14:paraId="2D5FCBF4" w14:textId="507D4292" w:rsidR="001E071D" w:rsidRPr="001E071D" w:rsidRDefault="001E071D" w:rsidP="001E071D">
      <w:pPr>
        <w:spacing w:line="480" w:lineRule="auto"/>
        <w:rPr>
          <w:bCs/>
          <w:iCs/>
        </w:rPr>
      </w:pPr>
      <w:r w:rsidRPr="001E071D">
        <w:rPr>
          <w:bCs/>
          <w:iCs/>
        </w:rPr>
        <w:t xml:space="preserve">Naziv objekta </w:t>
      </w:r>
      <w:r w:rsidR="001E090F">
        <w:rPr>
          <w:bCs/>
          <w:iCs/>
        </w:rPr>
        <w:t>kulturne</w:t>
      </w:r>
      <w:r w:rsidRPr="001E071D">
        <w:rPr>
          <w:bCs/>
          <w:iCs/>
        </w:rPr>
        <w:t xml:space="preserve"> stavbne dediščine:______________________________________</w:t>
      </w:r>
    </w:p>
    <w:p w14:paraId="4F202BA7" w14:textId="77777777" w:rsidR="001E071D" w:rsidRPr="001E071D" w:rsidRDefault="001E071D" w:rsidP="001E071D">
      <w:pPr>
        <w:spacing w:line="480" w:lineRule="auto"/>
        <w:rPr>
          <w:bCs/>
          <w:iCs/>
        </w:rPr>
      </w:pPr>
      <w:r w:rsidRPr="001E071D">
        <w:rPr>
          <w:bCs/>
          <w:iCs/>
        </w:rPr>
        <w:t>Enotna identifikacija dediščine objekta (EID): ______________________</w:t>
      </w:r>
    </w:p>
    <w:p w14:paraId="6CBACAAB" w14:textId="782C73A3" w:rsidR="001E071D" w:rsidRDefault="001E071D" w:rsidP="001E071D">
      <w:pPr>
        <w:spacing w:line="480" w:lineRule="auto"/>
        <w:rPr>
          <w:b/>
          <w:iCs/>
        </w:rPr>
      </w:pPr>
      <w:r w:rsidRPr="001E071D">
        <w:rPr>
          <w:b/>
          <w:iCs/>
        </w:rPr>
        <w:t>PODATKI O PREJETIH SREDSTVIH</w:t>
      </w:r>
      <w:r>
        <w:rPr>
          <w:b/>
          <w:iCs/>
        </w:rPr>
        <w:t>:</w:t>
      </w:r>
    </w:p>
    <w:p w14:paraId="563C38E2" w14:textId="186EC651" w:rsidR="001E071D" w:rsidRPr="001E071D" w:rsidRDefault="001E071D" w:rsidP="001E071D">
      <w:pPr>
        <w:spacing w:line="480" w:lineRule="auto"/>
        <w:rPr>
          <w:b/>
          <w:iCs/>
        </w:rPr>
      </w:pPr>
      <w:r w:rsidRPr="001E071D">
        <w:rPr>
          <w:bCs/>
          <w:iCs/>
        </w:rPr>
        <w:t>Prejeta sredstva v višini_________________________________________________ EUR</w:t>
      </w:r>
    </w:p>
    <w:p w14:paraId="5F5F0ED1" w14:textId="77777777" w:rsidR="001E071D" w:rsidRDefault="001E071D" w:rsidP="001E071D">
      <w:pPr>
        <w:spacing w:line="480" w:lineRule="auto"/>
        <w:rPr>
          <w:bCs/>
          <w:iCs/>
        </w:rPr>
      </w:pPr>
      <w:r w:rsidRPr="001E071D">
        <w:rPr>
          <w:bCs/>
          <w:iCs/>
        </w:rPr>
        <w:t>Pogodba št.:_________________________________ z dne ________________________</w:t>
      </w:r>
    </w:p>
    <w:p w14:paraId="3BC1C4EF" w14:textId="50B5BA2E" w:rsidR="001C6BC8" w:rsidRDefault="001E071D" w:rsidP="001E071D">
      <w:pPr>
        <w:pStyle w:val="Odstavekseznama"/>
        <w:spacing w:line="480" w:lineRule="auto"/>
        <w:ind w:left="0"/>
        <w:rPr>
          <w:bCs/>
          <w:iCs/>
        </w:rPr>
      </w:pPr>
      <w:r w:rsidRPr="00AB7BAF">
        <w:rPr>
          <w:b/>
          <w:iCs/>
          <w:u w:val="single"/>
        </w:rPr>
        <w:t xml:space="preserve">Vsebinsko poročilo o izvedenih obnovitvenih delih v letu </w:t>
      </w:r>
      <w:r>
        <w:rPr>
          <w:b/>
          <w:iCs/>
          <w:u w:val="single"/>
        </w:rPr>
        <w:t>202</w:t>
      </w:r>
      <w:r w:rsidR="002A0821">
        <w:rPr>
          <w:b/>
          <w:iCs/>
          <w:u w:val="single"/>
        </w:rPr>
        <w:t>5</w:t>
      </w:r>
      <w:r w:rsidRPr="00AB7BAF">
        <w:rPr>
          <w:bCs/>
          <w:iCs/>
          <w:u w:val="single"/>
        </w:rPr>
        <w:t xml:space="preserve"> </w:t>
      </w:r>
      <w:r w:rsidRPr="00AB7BAF"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iCs/>
        </w:rPr>
        <w:t xml:space="preserve"> .</w:t>
      </w:r>
    </w:p>
    <w:p w14:paraId="504A4DDE" w14:textId="77777777" w:rsidR="001E071D" w:rsidRDefault="001E071D" w:rsidP="001E071D">
      <w:pPr>
        <w:rPr>
          <w:b/>
          <w:iCs/>
        </w:rPr>
      </w:pPr>
    </w:p>
    <w:p w14:paraId="141A344F" w14:textId="513992ED" w:rsidR="001E071D" w:rsidRPr="00AB7BAF" w:rsidRDefault="001E071D" w:rsidP="001E071D">
      <w:pPr>
        <w:rPr>
          <w:b/>
          <w:iCs/>
        </w:rPr>
      </w:pPr>
      <w:r w:rsidRPr="00AB7BAF">
        <w:rPr>
          <w:b/>
          <w:iCs/>
        </w:rPr>
        <w:t>OBVEZNE PRILOGE K POROČILU:</w:t>
      </w:r>
    </w:p>
    <w:p w14:paraId="4C557DAF" w14:textId="77777777" w:rsidR="001E071D" w:rsidRPr="00AB7BAF" w:rsidRDefault="001E071D" w:rsidP="001E071D">
      <w:pPr>
        <w:pStyle w:val="Odstavekseznama"/>
        <w:numPr>
          <w:ilvl w:val="0"/>
          <w:numId w:val="17"/>
        </w:numPr>
        <w:contextualSpacing/>
        <w:rPr>
          <w:bCs/>
          <w:iCs/>
        </w:rPr>
      </w:pPr>
      <w:r w:rsidRPr="00AB7BAF">
        <w:rPr>
          <w:bCs/>
          <w:iCs/>
        </w:rPr>
        <w:t>dokazila o plačilu računov</w:t>
      </w:r>
    </w:p>
    <w:p w14:paraId="771EED2D" w14:textId="77777777" w:rsidR="001E071D" w:rsidRPr="00AB7BAF" w:rsidRDefault="001E071D" w:rsidP="001E071D">
      <w:pPr>
        <w:jc w:val="both"/>
        <w:rPr>
          <w:bCs/>
          <w:iCs/>
          <w:u w:val="single"/>
        </w:rPr>
      </w:pP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7"/>
        <w:gridCol w:w="2983"/>
        <w:gridCol w:w="3052"/>
      </w:tblGrid>
      <w:tr w:rsidR="001E071D" w:rsidRPr="00AB7BAF" w14:paraId="27F3B353" w14:textId="77777777" w:rsidTr="006459EE">
        <w:trPr>
          <w:jc w:val="center"/>
        </w:trPr>
        <w:tc>
          <w:tcPr>
            <w:tcW w:w="3070" w:type="dxa"/>
          </w:tcPr>
          <w:p w14:paraId="7C4F5A08" w14:textId="77777777" w:rsidR="001E071D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6037D8BE" w14:textId="77777777" w:rsidR="001E071D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0C5C530D" w14:textId="77777777" w:rsidR="001E071D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787DD6DF" w14:textId="5982DCC5" w:rsidR="001E071D" w:rsidRPr="00AB7BAF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AB7BAF">
              <w:rPr>
                <w:rFonts w:ascii="Times New Roman" w:hAnsi="Times New Roman" w:cs="Times New Roman"/>
                <w:bCs/>
                <w:iCs/>
              </w:rPr>
              <w:t>Datum: _________________</w:t>
            </w:r>
          </w:p>
        </w:tc>
        <w:tc>
          <w:tcPr>
            <w:tcW w:w="3071" w:type="dxa"/>
          </w:tcPr>
          <w:p w14:paraId="689DBA60" w14:textId="77777777" w:rsidR="001E071D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5F1A863D" w14:textId="77777777" w:rsidR="001E071D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75677527" w14:textId="77777777" w:rsidR="001E071D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17E1805D" w14:textId="77777777" w:rsidR="001E071D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22D43AE7" w14:textId="77777777" w:rsidR="001E071D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0EA92F36" w14:textId="25F840EE" w:rsidR="001E071D" w:rsidRPr="00AB7BAF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                   </w:t>
            </w:r>
            <w:r w:rsidRPr="00AB7BAF">
              <w:rPr>
                <w:rFonts w:ascii="Times New Roman" w:hAnsi="Times New Roman" w:cs="Times New Roman"/>
                <w:bCs/>
                <w:iCs/>
              </w:rPr>
              <w:t>žig</w:t>
            </w:r>
          </w:p>
        </w:tc>
        <w:tc>
          <w:tcPr>
            <w:tcW w:w="3071" w:type="dxa"/>
          </w:tcPr>
          <w:p w14:paraId="3EB11FF4" w14:textId="77777777" w:rsidR="001E071D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14:paraId="6ED48416" w14:textId="77777777" w:rsidR="001E071D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410AB653" w14:textId="77777777" w:rsidR="001E071D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0B84EA62" w14:textId="69DC3C85" w:rsidR="001E071D" w:rsidRPr="00AB7BAF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AB7BAF">
              <w:rPr>
                <w:rFonts w:ascii="Times New Roman" w:hAnsi="Times New Roman" w:cs="Times New Roman"/>
                <w:bCs/>
                <w:iCs/>
              </w:rPr>
              <w:t>Podpis odgovorne osebe</w:t>
            </w:r>
          </w:p>
          <w:p w14:paraId="05207B2F" w14:textId="77777777" w:rsidR="001E071D" w:rsidRPr="00AB7BAF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4A227BC9" w14:textId="77777777" w:rsidR="001E071D" w:rsidRPr="00AB7BAF" w:rsidRDefault="001E071D" w:rsidP="006459E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AB7BAF">
              <w:rPr>
                <w:rFonts w:ascii="Times New Roman" w:hAnsi="Times New Roman" w:cs="Times New Roman"/>
                <w:bCs/>
                <w:iCs/>
              </w:rPr>
              <w:t>_____________________</w:t>
            </w:r>
          </w:p>
        </w:tc>
      </w:tr>
    </w:tbl>
    <w:p w14:paraId="603CB5E0" w14:textId="77777777" w:rsidR="001E071D" w:rsidRPr="001E071D" w:rsidRDefault="001E071D" w:rsidP="001E071D">
      <w:pPr>
        <w:pStyle w:val="Odstavekseznama"/>
        <w:spacing w:line="480" w:lineRule="auto"/>
        <w:ind w:left="0"/>
        <w:rPr>
          <w:bCs/>
          <w:iCs/>
        </w:rPr>
      </w:pPr>
    </w:p>
    <w:sectPr w:rsidR="001E071D" w:rsidRPr="001E071D" w:rsidSect="006B28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7523C" w14:textId="77777777" w:rsidR="000D30F3" w:rsidRDefault="000D30F3">
      <w:r>
        <w:separator/>
      </w:r>
    </w:p>
  </w:endnote>
  <w:endnote w:type="continuationSeparator" w:id="0">
    <w:p w14:paraId="6839EF9D" w14:textId="77777777" w:rsidR="000D30F3" w:rsidRDefault="000D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1D846" w14:textId="77777777" w:rsidR="009B578E" w:rsidRDefault="009B578E">
    <w:pPr>
      <w:pStyle w:val="Noga"/>
    </w:pPr>
    <w:r>
      <w:t>__________________________________________________________________________________________</w:t>
    </w:r>
  </w:p>
  <w:p w14:paraId="5AA2CB39" w14:textId="54DA76CC" w:rsidR="009B578E" w:rsidRDefault="00E42FE0">
    <w:pPr>
      <w:pStyle w:val="Noga"/>
    </w:pPr>
    <w:r>
      <w:tab/>
    </w:r>
    <w:r>
      <w:tab/>
    </w:r>
    <w:r w:rsidR="009B578E">
      <w:t xml:space="preserve">                                                                     </w:t>
    </w:r>
  </w:p>
  <w:p w14:paraId="325B22B9" w14:textId="77777777" w:rsidR="009B578E" w:rsidRDefault="009B578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021A2" w14:textId="77777777" w:rsidR="000D30F3" w:rsidRDefault="000D30F3">
      <w:r>
        <w:separator/>
      </w:r>
    </w:p>
  </w:footnote>
  <w:footnote w:type="continuationSeparator" w:id="0">
    <w:p w14:paraId="4E71B654" w14:textId="77777777" w:rsidR="000D30F3" w:rsidRDefault="000D3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9AFC1" w14:textId="5C4FA677" w:rsidR="00E42FE0" w:rsidRPr="00B842D7" w:rsidRDefault="00E42FE0" w:rsidP="00E42FE0">
    <w:pPr>
      <w:pStyle w:val="Glava"/>
      <w:jc w:val="center"/>
      <w:rPr>
        <w:b/>
        <w:i/>
      </w:rPr>
    </w:pPr>
    <w:r w:rsidRPr="00B842D7">
      <w:rPr>
        <w:b/>
        <w:i/>
      </w:rPr>
      <w:t xml:space="preserve">Javni razpis za sofinanciranje obnove nepremične  kulturne dediščine </w:t>
    </w:r>
  </w:p>
  <w:p w14:paraId="3B683B5B" w14:textId="199F60D6" w:rsidR="009B578E" w:rsidRPr="00B842D7" w:rsidRDefault="00E42FE0" w:rsidP="00E42FE0">
    <w:pPr>
      <w:pStyle w:val="Glava"/>
      <w:jc w:val="center"/>
      <w:rPr>
        <w:b/>
        <w:i/>
      </w:rPr>
    </w:pPr>
    <w:r w:rsidRPr="00B842D7">
      <w:rPr>
        <w:b/>
        <w:i/>
      </w:rPr>
      <w:t>na obmo</w:t>
    </w:r>
    <w:r w:rsidR="008D246C" w:rsidRPr="00B842D7">
      <w:rPr>
        <w:b/>
        <w:i/>
      </w:rPr>
      <w:t xml:space="preserve">čju </w:t>
    </w:r>
    <w:r w:rsidR="00D16E32">
      <w:rPr>
        <w:b/>
        <w:i/>
      </w:rPr>
      <w:t>Občine Miklavž na Dravskem polju</w:t>
    </w:r>
    <w:r w:rsidR="008D246C" w:rsidRPr="00B842D7">
      <w:rPr>
        <w:b/>
        <w:i/>
      </w:rPr>
      <w:t xml:space="preserve"> v letu 202</w:t>
    </w:r>
    <w:r w:rsidR="002A0821">
      <w:rPr>
        <w:b/>
        <w:i/>
      </w:rPr>
      <w:t>5</w:t>
    </w:r>
  </w:p>
  <w:p w14:paraId="28B9ED66" w14:textId="77777777" w:rsidR="009B578E" w:rsidRDefault="009B578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A570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6D66160"/>
    <w:multiLevelType w:val="singleLevel"/>
    <w:tmpl w:val="0424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2F153B"/>
    <w:multiLevelType w:val="hybridMultilevel"/>
    <w:tmpl w:val="E9DAFAB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827B3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41E18D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7A1989"/>
    <w:multiLevelType w:val="hybridMultilevel"/>
    <w:tmpl w:val="E64CA834"/>
    <w:lvl w:ilvl="0" w:tplc="40DA5A3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F251C3"/>
    <w:multiLevelType w:val="hybridMultilevel"/>
    <w:tmpl w:val="06041E16"/>
    <w:lvl w:ilvl="0" w:tplc="0424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284B8B"/>
    <w:multiLevelType w:val="hybridMultilevel"/>
    <w:tmpl w:val="C5561636"/>
    <w:lvl w:ilvl="0" w:tplc="B644FA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475C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C0C1244"/>
    <w:multiLevelType w:val="singleLevel"/>
    <w:tmpl w:val="DCD8FE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FBE3EF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5F3643D"/>
    <w:multiLevelType w:val="hybridMultilevel"/>
    <w:tmpl w:val="CB7E593C"/>
    <w:lvl w:ilvl="0" w:tplc="2B06F4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277DD"/>
    <w:multiLevelType w:val="hybridMultilevel"/>
    <w:tmpl w:val="78223ED8"/>
    <w:lvl w:ilvl="0" w:tplc="736ED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56355B"/>
    <w:multiLevelType w:val="singleLevel"/>
    <w:tmpl w:val="D64E0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AD77DA2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EBF68DA"/>
    <w:multiLevelType w:val="hybridMultilevel"/>
    <w:tmpl w:val="9A645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FA7D5B"/>
    <w:multiLevelType w:val="hybridMultilevel"/>
    <w:tmpl w:val="D320150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06129">
    <w:abstractNumId w:val="9"/>
  </w:num>
  <w:num w:numId="2" w16cid:durableId="437679459">
    <w:abstractNumId w:val="14"/>
  </w:num>
  <w:num w:numId="3" w16cid:durableId="1695032501">
    <w:abstractNumId w:val="10"/>
  </w:num>
  <w:num w:numId="4" w16cid:durableId="922883134">
    <w:abstractNumId w:val="4"/>
  </w:num>
  <w:num w:numId="5" w16cid:durableId="254362773">
    <w:abstractNumId w:val="1"/>
  </w:num>
  <w:num w:numId="6" w16cid:durableId="148443963">
    <w:abstractNumId w:val="8"/>
  </w:num>
  <w:num w:numId="7" w16cid:durableId="174199283">
    <w:abstractNumId w:val="0"/>
  </w:num>
  <w:num w:numId="8" w16cid:durableId="2031098423">
    <w:abstractNumId w:val="3"/>
  </w:num>
  <w:num w:numId="9" w16cid:durableId="1448084333">
    <w:abstractNumId w:val="6"/>
  </w:num>
  <w:num w:numId="10" w16cid:durableId="435446587">
    <w:abstractNumId w:val="16"/>
  </w:num>
  <w:num w:numId="11" w16cid:durableId="900360708">
    <w:abstractNumId w:val="15"/>
  </w:num>
  <w:num w:numId="12" w16cid:durableId="538081892">
    <w:abstractNumId w:val="2"/>
  </w:num>
  <w:num w:numId="13" w16cid:durableId="527446404">
    <w:abstractNumId w:val="13"/>
  </w:num>
  <w:num w:numId="14" w16cid:durableId="508762826">
    <w:abstractNumId w:val="11"/>
  </w:num>
  <w:num w:numId="15" w16cid:durableId="1719545145">
    <w:abstractNumId w:val="7"/>
  </w:num>
  <w:num w:numId="16" w16cid:durableId="512456274">
    <w:abstractNumId w:val="12"/>
  </w:num>
  <w:num w:numId="17" w16cid:durableId="191424408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EA"/>
    <w:rsid w:val="00027A2B"/>
    <w:rsid w:val="00042F20"/>
    <w:rsid w:val="000462E7"/>
    <w:rsid w:val="0005102C"/>
    <w:rsid w:val="000515E3"/>
    <w:rsid w:val="000631D0"/>
    <w:rsid w:val="000D2535"/>
    <w:rsid w:val="000D30F3"/>
    <w:rsid w:val="000F1F42"/>
    <w:rsid w:val="001300CE"/>
    <w:rsid w:val="00142552"/>
    <w:rsid w:val="00150B78"/>
    <w:rsid w:val="00184EDE"/>
    <w:rsid w:val="001A68C3"/>
    <w:rsid w:val="001B3930"/>
    <w:rsid w:val="001C6BC8"/>
    <w:rsid w:val="001E071D"/>
    <w:rsid w:val="001E090F"/>
    <w:rsid w:val="001F0769"/>
    <w:rsid w:val="001F4A5F"/>
    <w:rsid w:val="00205B5F"/>
    <w:rsid w:val="002069CF"/>
    <w:rsid w:val="00255172"/>
    <w:rsid w:val="0028387F"/>
    <w:rsid w:val="002A0821"/>
    <w:rsid w:val="003039C1"/>
    <w:rsid w:val="00333044"/>
    <w:rsid w:val="003359A1"/>
    <w:rsid w:val="00350246"/>
    <w:rsid w:val="003630DD"/>
    <w:rsid w:val="00370682"/>
    <w:rsid w:val="00370E47"/>
    <w:rsid w:val="003803EB"/>
    <w:rsid w:val="00381274"/>
    <w:rsid w:val="0039543E"/>
    <w:rsid w:val="003C5EC7"/>
    <w:rsid w:val="003D16F2"/>
    <w:rsid w:val="003F11DB"/>
    <w:rsid w:val="004352A2"/>
    <w:rsid w:val="0046646A"/>
    <w:rsid w:val="00482F22"/>
    <w:rsid w:val="004A0E68"/>
    <w:rsid w:val="004F531C"/>
    <w:rsid w:val="00527708"/>
    <w:rsid w:val="00537AD2"/>
    <w:rsid w:val="00541E29"/>
    <w:rsid w:val="00557E37"/>
    <w:rsid w:val="005A1F2D"/>
    <w:rsid w:val="005A7CA2"/>
    <w:rsid w:val="005B14AE"/>
    <w:rsid w:val="005F1386"/>
    <w:rsid w:val="006070EA"/>
    <w:rsid w:val="006650BB"/>
    <w:rsid w:val="00670CF2"/>
    <w:rsid w:val="00672802"/>
    <w:rsid w:val="006875CB"/>
    <w:rsid w:val="00691EBA"/>
    <w:rsid w:val="006969AE"/>
    <w:rsid w:val="006A00CB"/>
    <w:rsid w:val="006A02ED"/>
    <w:rsid w:val="006B2876"/>
    <w:rsid w:val="006C7096"/>
    <w:rsid w:val="00703089"/>
    <w:rsid w:val="00704003"/>
    <w:rsid w:val="007048AD"/>
    <w:rsid w:val="00732EE3"/>
    <w:rsid w:val="007401D5"/>
    <w:rsid w:val="00752001"/>
    <w:rsid w:val="00772557"/>
    <w:rsid w:val="007B500E"/>
    <w:rsid w:val="00806B20"/>
    <w:rsid w:val="00825468"/>
    <w:rsid w:val="00864B29"/>
    <w:rsid w:val="00866108"/>
    <w:rsid w:val="0087215D"/>
    <w:rsid w:val="00876589"/>
    <w:rsid w:val="00884C15"/>
    <w:rsid w:val="008A5CDA"/>
    <w:rsid w:val="008C21D0"/>
    <w:rsid w:val="008D246C"/>
    <w:rsid w:val="008D7512"/>
    <w:rsid w:val="008F4117"/>
    <w:rsid w:val="009069E4"/>
    <w:rsid w:val="00936857"/>
    <w:rsid w:val="009456D5"/>
    <w:rsid w:val="009525B8"/>
    <w:rsid w:val="009621AC"/>
    <w:rsid w:val="00971111"/>
    <w:rsid w:val="0098562D"/>
    <w:rsid w:val="00992FBE"/>
    <w:rsid w:val="009963C2"/>
    <w:rsid w:val="009B578E"/>
    <w:rsid w:val="009E6E29"/>
    <w:rsid w:val="009F0C3E"/>
    <w:rsid w:val="009F421B"/>
    <w:rsid w:val="00A024E3"/>
    <w:rsid w:val="00A20381"/>
    <w:rsid w:val="00A30FCD"/>
    <w:rsid w:val="00A767B7"/>
    <w:rsid w:val="00A77724"/>
    <w:rsid w:val="00A82611"/>
    <w:rsid w:val="00A91FED"/>
    <w:rsid w:val="00A93592"/>
    <w:rsid w:val="00AB390C"/>
    <w:rsid w:val="00AD355D"/>
    <w:rsid w:val="00B658D1"/>
    <w:rsid w:val="00B6660B"/>
    <w:rsid w:val="00B678C4"/>
    <w:rsid w:val="00B70BD2"/>
    <w:rsid w:val="00B715EB"/>
    <w:rsid w:val="00B81365"/>
    <w:rsid w:val="00B83828"/>
    <w:rsid w:val="00B842D7"/>
    <w:rsid w:val="00B9264D"/>
    <w:rsid w:val="00BB026D"/>
    <w:rsid w:val="00BC4294"/>
    <w:rsid w:val="00BF3AAE"/>
    <w:rsid w:val="00C05CED"/>
    <w:rsid w:val="00C23FDA"/>
    <w:rsid w:val="00C60D76"/>
    <w:rsid w:val="00C6543C"/>
    <w:rsid w:val="00C74139"/>
    <w:rsid w:val="00CD4561"/>
    <w:rsid w:val="00CE005B"/>
    <w:rsid w:val="00CF7559"/>
    <w:rsid w:val="00D010F8"/>
    <w:rsid w:val="00D10248"/>
    <w:rsid w:val="00D16E32"/>
    <w:rsid w:val="00D225D6"/>
    <w:rsid w:val="00D31C5C"/>
    <w:rsid w:val="00D764D6"/>
    <w:rsid w:val="00D82125"/>
    <w:rsid w:val="00DC71DE"/>
    <w:rsid w:val="00DF0D8F"/>
    <w:rsid w:val="00DF3CF4"/>
    <w:rsid w:val="00E14380"/>
    <w:rsid w:val="00E160E9"/>
    <w:rsid w:val="00E17021"/>
    <w:rsid w:val="00E37B07"/>
    <w:rsid w:val="00E42FE0"/>
    <w:rsid w:val="00E43E9F"/>
    <w:rsid w:val="00E50FB3"/>
    <w:rsid w:val="00E61F2E"/>
    <w:rsid w:val="00E74D39"/>
    <w:rsid w:val="00E969BF"/>
    <w:rsid w:val="00EA7ECE"/>
    <w:rsid w:val="00EB61A3"/>
    <w:rsid w:val="00EE415C"/>
    <w:rsid w:val="00EE4475"/>
    <w:rsid w:val="00F350F0"/>
    <w:rsid w:val="00F4356C"/>
    <w:rsid w:val="00F45ACC"/>
    <w:rsid w:val="00FE283B"/>
    <w:rsid w:val="00FE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626AD"/>
  <w15:docId w15:val="{86E4C764-C869-4960-A3D6-344FBAC9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sz w:val="32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1C6BC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Pr>
      <w:sz w:val="24"/>
    </w:rPr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Zgradbadokumenta">
    <w:name w:val="Document Map"/>
    <w:basedOn w:val="Navaden"/>
    <w:semiHidden/>
    <w:rsid w:val="00B678C4"/>
    <w:pPr>
      <w:shd w:val="clear" w:color="auto" w:fill="000080"/>
    </w:pPr>
    <w:rPr>
      <w:rFonts w:ascii="Tahoma" w:hAnsi="Tahoma" w:cs="Tahoma"/>
    </w:rPr>
  </w:style>
  <w:style w:type="paragraph" w:styleId="Besedilooblaka">
    <w:name w:val="Balloon Text"/>
    <w:basedOn w:val="Navaden"/>
    <w:semiHidden/>
    <w:rsid w:val="005B14AE"/>
    <w:rPr>
      <w:rFonts w:ascii="Tahoma" w:hAnsi="Tahoma" w:cs="Tahoma"/>
      <w:sz w:val="16"/>
      <w:szCs w:val="16"/>
    </w:rPr>
  </w:style>
  <w:style w:type="character" w:customStyle="1" w:styleId="Naslov3Znak">
    <w:name w:val="Naslov 3 Znak"/>
    <w:link w:val="Naslov3"/>
    <w:semiHidden/>
    <w:rsid w:val="001C6BC8"/>
    <w:rPr>
      <w:rFonts w:ascii="Cambria" w:eastAsia="Times New Roman" w:hAnsi="Cambria" w:cs="Times New Roman"/>
      <w:b/>
      <w:bCs/>
      <w:sz w:val="26"/>
      <w:szCs w:val="26"/>
    </w:rPr>
  </w:style>
  <w:style w:type="paragraph" w:styleId="Odstavekseznama">
    <w:name w:val="List Paragraph"/>
    <w:basedOn w:val="Navaden"/>
    <w:uiPriority w:val="34"/>
    <w:qFormat/>
    <w:rsid w:val="001C6BC8"/>
    <w:pPr>
      <w:ind w:left="708"/>
    </w:pPr>
  </w:style>
  <w:style w:type="paragraph" w:styleId="Telobesedila3">
    <w:name w:val="Body Text 3"/>
    <w:basedOn w:val="Navaden"/>
    <w:link w:val="Telobesedila3Znak"/>
    <w:semiHidden/>
    <w:unhideWhenUsed/>
    <w:rsid w:val="00D16E32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semiHidden/>
    <w:rsid w:val="00D16E32"/>
    <w:rPr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rsid w:val="001E071D"/>
    <w:rPr>
      <w:sz w:val="24"/>
    </w:rPr>
  </w:style>
  <w:style w:type="table" w:styleId="Tabelamrea">
    <w:name w:val="Table Grid"/>
    <w:basedOn w:val="Navadnatabela"/>
    <w:uiPriority w:val="59"/>
    <w:rsid w:val="001E071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AppData\Local\Microsoft\Windows\INetCache\Content.Outlook\7QYGY2IG\JR%20sakralna%20stavbna%20dedi&#353;&#269;ina%20-%20Prijavni%20obraz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3263F-FFD5-4DE1-AD62-442460D70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JR sakralna stavbna dediščina - Prijavni obrazec</Template>
  <TotalTime>17</TotalTime>
  <Pages>4</Pages>
  <Words>430</Words>
  <Characters>4323</Characters>
  <Application>Microsoft Office Word</Application>
  <DocSecurity>0</DocSecurity>
  <Lines>36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PRIJAVA NA RAZPIS SREDSTEV ZA SOFINANCIRANJE PRENOVE STAVBNE DEDIŠČINE V OBČINI ŽELEZNIKI</vt:lpstr>
      <vt:lpstr>PRIJAVA NA RAZPIS SREDSTEV ZA SOFINANCIRANJE PRENOVE STAVBNE DEDIŠČINE V OBČINI ŽELEZNIKI</vt:lpstr>
    </vt:vector>
  </TitlesOfParts>
  <Company>OBČINA ŽELEZNIKI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NA RAZPIS SREDSTEV ZA SOFINANCIRANJE PRENOVE STAVBNE DEDIŠČINE V OBČINI ŽELEZNIKI</dc:title>
  <dc:creator>tanja</dc:creator>
  <cp:lastModifiedBy>Simona Rajh</cp:lastModifiedBy>
  <cp:revision>4</cp:revision>
  <cp:lastPrinted>2025-06-20T07:37:00Z</cp:lastPrinted>
  <dcterms:created xsi:type="dcterms:W3CDTF">2025-06-20T07:16:00Z</dcterms:created>
  <dcterms:modified xsi:type="dcterms:W3CDTF">2025-06-20T07:51:00Z</dcterms:modified>
</cp:coreProperties>
</file>